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59531" w14:textId="77777777" w:rsidR="003A713D" w:rsidRPr="003A713D" w:rsidRDefault="003A713D" w:rsidP="0040597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14:paraId="04694D8C" w14:textId="3A85EB66" w:rsidR="00DD56F4" w:rsidRPr="00405972" w:rsidRDefault="001547BF" w:rsidP="00DD56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sr-Cyrl-RS"/>
        </w:rPr>
      </w:pPr>
      <w:r>
        <w:rPr>
          <w:rFonts w:ascii="Tahoma" w:hAnsi="Tahoma" w:cs="Tahoma"/>
          <w:b/>
          <w:bCs/>
        </w:rPr>
        <w:t>-</w:t>
      </w:r>
      <w:r w:rsidR="003A713D">
        <w:rPr>
          <w:rFonts w:ascii="Tahoma" w:hAnsi="Tahoma" w:cs="Tahoma"/>
          <w:b/>
          <w:bCs/>
        </w:rPr>
        <w:t xml:space="preserve"> </w:t>
      </w:r>
      <w:r w:rsidR="003A713D" w:rsidRPr="00405972">
        <w:rPr>
          <w:rFonts w:ascii="Tahoma" w:hAnsi="Tahoma" w:cs="Tahoma"/>
          <w:b/>
          <w:bCs/>
          <w:lang w:val="sr-Cyrl-RS"/>
        </w:rPr>
        <w:t>Извештај</w:t>
      </w:r>
      <w:r w:rsidR="00405972" w:rsidRPr="00405972">
        <w:rPr>
          <w:rFonts w:ascii="Tahoma" w:hAnsi="Tahoma" w:cs="Tahoma"/>
          <w:b/>
          <w:bCs/>
          <w:lang w:val="sr-Cyrl-RS"/>
        </w:rPr>
        <w:t xml:space="preserve"> </w:t>
      </w:r>
      <w:r w:rsidR="00BE11F9">
        <w:rPr>
          <w:rFonts w:ascii="Tahoma" w:hAnsi="Tahoma" w:cs="Tahoma"/>
          <w:b/>
          <w:bCs/>
          <w:lang w:val="sr-Cyrl-RS"/>
        </w:rPr>
        <w:t xml:space="preserve">са </w:t>
      </w:r>
      <w:r w:rsidR="00BE11F9" w:rsidRPr="00D55401">
        <w:rPr>
          <w:rFonts w:ascii="Tahoma" w:hAnsi="Tahoma" w:cs="Tahoma"/>
          <w:b/>
          <w:bCs/>
          <w:highlight w:val="yellow"/>
          <w:lang w:val="sr-Cyrl-RS"/>
        </w:rPr>
        <w:t>радионице/обуке/семинара</w:t>
      </w:r>
      <w:r w:rsidR="00BE11F9">
        <w:rPr>
          <w:rFonts w:ascii="Tahoma" w:hAnsi="Tahoma" w:cs="Tahoma"/>
          <w:b/>
          <w:bCs/>
          <w:lang w:val="sr-Cyrl-RS"/>
        </w:rPr>
        <w:t xml:space="preserve"> </w:t>
      </w:r>
      <w:r w:rsidR="00DD56F4" w:rsidRPr="00405972">
        <w:rPr>
          <w:rFonts w:ascii="Tahoma" w:hAnsi="Tahoma" w:cs="Tahoma"/>
          <w:b/>
          <w:bCs/>
          <w:lang w:val="sr-Cyrl-RS"/>
        </w:rPr>
        <w:t>-</w:t>
      </w:r>
    </w:p>
    <w:p w14:paraId="56D0B80B" w14:textId="77777777" w:rsidR="003A713D" w:rsidRPr="00DD56F4" w:rsidRDefault="003A713D" w:rsidP="00DD56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20316314" w14:textId="77777777" w:rsidR="00DD56F4" w:rsidRPr="00DD56F4" w:rsidRDefault="00DD56F4" w:rsidP="00DD56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310"/>
        <w:gridCol w:w="2375"/>
        <w:gridCol w:w="2310"/>
      </w:tblGrid>
      <w:tr w:rsidR="007D0C21" w:rsidRPr="00DD56F4" w14:paraId="1AF24FC3" w14:textId="77777777" w:rsidTr="003A713D"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21B2AB04" w14:textId="66587859" w:rsidR="00DD56F4" w:rsidRPr="00405972" w:rsidRDefault="007D0C21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405972">
              <w:rPr>
                <w:rFonts w:ascii="Tahoma" w:hAnsi="Tahoma" w:cs="Tahoma"/>
                <w:b/>
                <w:color w:val="000000"/>
                <w:lang w:val="sr-Cyrl-RS"/>
              </w:rPr>
              <w:t>Пр</w:t>
            </w:r>
            <w:r w:rsidR="00405972" w:rsidRPr="00405972">
              <w:rPr>
                <w:rFonts w:ascii="Tahoma" w:hAnsi="Tahoma" w:cs="Tahoma"/>
                <w:b/>
                <w:color w:val="000000"/>
                <w:lang w:val="sr-Cyrl-RS"/>
              </w:rPr>
              <w:t>ојекат</w:t>
            </w:r>
          </w:p>
        </w:tc>
        <w:tc>
          <w:tcPr>
            <w:tcW w:w="7182" w:type="dxa"/>
            <w:gridSpan w:val="3"/>
          </w:tcPr>
          <w:p w14:paraId="5E578D7F" w14:textId="77777777" w:rsidR="00302DCE" w:rsidRPr="00405972" w:rsidRDefault="00302DCE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lang w:val="sr-Cyrl-RS"/>
              </w:rPr>
            </w:pPr>
          </w:p>
          <w:p w14:paraId="5FDC2131" w14:textId="6B0DD01C" w:rsidR="00302DCE" w:rsidRPr="00405972" w:rsidRDefault="00302DCE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lang w:val="sr-Cyrl-RS"/>
              </w:rPr>
            </w:pPr>
          </w:p>
        </w:tc>
      </w:tr>
      <w:tr w:rsidR="007D0C21" w:rsidRPr="00DD56F4" w14:paraId="090437B0" w14:textId="77777777" w:rsidTr="003A713D"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5CEAA216" w14:textId="2F3D05B9" w:rsidR="00DD56F4" w:rsidRPr="00405972" w:rsidRDefault="007D0C21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lang w:val="sr-Cyrl-RS"/>
              </w:rPr>
            </w:pPr>
            <w:proofErr w:type="spellStart"/>
            <w:r w:rsidRPr="00405972">
              <w:rPr>
                <w:rFonts w:ascii="Tahoma" w:hAnsi="Tahoma" w:cs="Tahoma"/>
                <w:b/>
                <w:color w:val="000000"/>
                <w:lang w:val="sr-Cyrl-RS"/>
              </w:rPr>
              <w:t>Aктивност</w:t>
            </w:r>
            <w:proofErr w:type="spellEnd"/>
            <w:r w:rsidR="00405972" w:rsidRPr="00405972">
              <w:rPr>
                <w:rFonts w:ascii="Tahoma" w:hAnsi="Tahoma" w:cs="Tahoma"/>
                <w:b/>
                <w:color w:val="000000"/>
                <w:lang w:val="sr-Cyrl-RS"/>
              </w:rPr>
              <w:t xml:space="preserve"> (назив и редни број из акционог плана пројекта)</w:t>
            </w:r>
          </w:p>
        </w:tc>
        <w:tc>
          <w:tcPr>
            <w:tcW w:w="7182" w:type="dxa"/>
            <w:gridSpan w:val="3"/>
          </w:tcPr>
          <w:p w14:paraId="30591350" w14:textId="77777777" w:rsidR="00DD56F4" w:rsidRPr="00405972" w:rsidRDefault="00DD56F4" w:rsidP="00DD5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Cyrl-RS"/>
              </w:rPr>
            </w:pPr>
          </w:p>
          <w:p w14:paraId="6446BE6D" w14:textId="0BF5C3F4" w:rsidR="00302DCE" w:rsidRPr="00405972" w:rsidRDefault="00302DCE" w:rsidP="00DD5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Cyrl-RS"/>
              </w:rPr>
            </w:pPr>
          </w:p>
        </w:tc>
      </w:tr>
      <w:tr w:rsidR="007D0C21" w:rsidRPr="00DD56F4" w14:paraId="1E8A1F67" w14:textId="77777777" w:rsidTr="003A713D"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01D9177C" w14:textId="77777777" w:rsidR="00DD56F4" w:rsidRPr="00405972" w:rsidRDefault="007D0C21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405972">
              <w:rPr>
                <w:rFonts w:ascii="Tahoma" w:hAnsi="Tahoma" w:cs="Tahoma"/>
                <w:b/>
                <w:color w:val="000000"/>
                <w:lang w:val="sr-Cyrl-RS"/>
              </w:rPr>
              <w:t>Датум</w:t>
            </w:r>
          </w:p>
        </w:tc>
        <w:tc>
          <w:tcPr>
            <w:tcW w:w="2394" w:type="dxa"/>
            <w:vAlign w:val="center"/>
          </w:tcPr>
          <w:p w14:paraId="00669A89" w14:textId="77777777" w:rsidR="00DD56F4" w:rsidRPr="00405972" w:rsidRDefault="00DD56F4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lang w:val="sr-Cyrl-RS"/>
              </w:rPr>
            </w:pPr>
          </w:p>
          <w:p w14:paraId="7B432CDF" w14:textId="77777777" w:rsidR="00302DCE" w:rsidRPr="00405972" w:rsidRDefault="00302DCE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lang w:val="sr-Cyrl-RS"/>
              </w:rPr>
            </w:pP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5B1D5334" w14:textId="7D7E73BA" w:rsidR="00DD56F4" w:rsidRPr="00405972" w:rsidRDefault="00405972" w:rsidP="003A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405972">
              <w:rPr>
                <w:rFonts w:ascii="Tahoma" w:hAnsi="Tahoma" w:cs="Tahoma"/>
                <w:b/>
                <w:color w:val="000000"/>
                <w:lang w:val="sr-Cyrl-RS"/>
              </w:rPr>
              <w:t xml:space="preserve">Извештај </w:t>
            </w:r>
            <w:proofErr w:type="spellStart"/>
            <w:r w:rsidRPr="00405972">
              <w:rPr>
                <w:rFonts w:ascii="Tahoma" w:hAnsi="Tahoma" w:cs="Tahoma"/>
                <w:b/>
                <w:color w:val="000000"/>
                <w:lang w:val="sr-Cyrl-RS"/>
              </w:rPr>
              <w:t>п</w:t>
            </w:r>
            <w:r w:rsidR="007D0C21" w:rsidRPr="00405972">
              <w:rPr>
                <w:rFonts w:ascii="Tahoma" w:hAnsi="Tahoma" w:cs="Tahoma"/>
                <w:b/>
                <w:color w:val="000000"/>
                <w:lang w:val="sr-Cyrl-RS"/>
              </w:rPr>
              <w:t>рипреми</w:t>
            </w:r>
            <w:r w:rsidR="00BD3A78" w:rsidRPr="00405972">
              <w:rPr>
                <w:rFonts w:ascii="Tahoma" w:hAnsi="Tahoma" w:cs="Tahoma"/>
                <w:b/>
                <w:color w:val="000000"/>
                <w:lang w:val="sr-Cyrl-RS"/>
              </w:rPr>
              <w:t>o</w:t>
            </w:r>
            <w:proofErr w:type="spellEnd"/>
            <w:r w:rsidR="00BD3A78" w:rsidRPr="00405972">
              <w:rPr>
                <w:rFonts w:ascii="Tahoma" w:hAnsi="Tahoma" w:cs="Tahoma"/>
                <w:b/>
                <w:color w:val="000000"/>
                <w:lang w:val="sr-Cyrl-RS"/>
              </w:rPr>
              <w:t>/</w:t>
            </w:r>
            <w:r w:rsidR="007D0C21" w:rsidRPr="00405972">
              <w:rPr>
                <w:rFonts w:ascii="Tahoma" w:hAnsi="Tahoma" w:cs="Tahoma"/>
                <w:b/>
                <w:color w:val="000000"/>
                <w:lang w:val="sr-Cyrl-RS"/>
              </w:rPr>
              <w:t>ла</w:t>
            </w:r>
          </w:p>
        </w:tc>
        <w:tc>
          <w:tcPr>
            <w:tcW w:w="2394" w:type="dxa"/>
          </w:tcPr>
          <w:p w14:paraId="0F0DC6A3" w14:textId="77777777" w:rsidR="007D0C21" w:rsidRPr="007D0C21" w:rsidRDefault="007D0C21" w:rsidP="00DD5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</w:tbl>
    <w:p w14:paraId="33E37122" w14:textId="77777777" w:rsidR="00DD56F4" w:rsidRDefault="00DD56F4" w:rsidP="00DD56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37780077" w14:textId="77777777" w:rsidR="00302DCE" w:rsidRPr="00DD56F4" w:rsidRDefault="00302DCE" w:rsidP="00DD56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11B6AA47" w14:textId="69B585FE" w:rsidR="00DD56F4" w:rsidRPr="00D61DF1" w:rsidRDefault="003A713D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sr-Cyrl-RS"/>
        </w:rPr>
      </w:pPr>
      <w:r w:rsidRPr="003A713D">
        <w:rPr>
          <w:rFonts w:ascii="Tahoma" w:hAnsi="Tahoma" w:cs="Tahoma"/>
          <w:b/>
        </w:rPr>
        <w:t xml:space="preserve">I </w:t>
      </w:r>
      <w:r w:rsidRPr="00D61DF1">
        <w:rPr>
          <w:rFonts w:ascii="Tahoma" w:hAnsi="Tahoma" w:cs="Tahoma"/>
          <w:b/>
          <w:lang w:val="sr-Cyrl-RS"/>
        </w:rPr>
        <w:t xml:space="preserve">Општи преглед </w:t>
      </w:r>
      <w:r w:rsidR="00932ED7" w:rsidRPr="00D61DF1">
        <w:rPr>
          <w:rFonts w:ascii="Tahoma" w:hAnsi="Tahoma" w:cs="Tahoma"/>
          <w:b/>
          <w:lang w:val="sr-Cyrl-RS"/>
        </w:rPr>
        <w:t>ситуације у области</w:t>
      </w:r>
      <w:r w:rsidR="00D55401">
        <w:rPr>
          <w:rFonts w:ascii="Tahoma" w:hAnsi="Tahoma" w:cs="Tahoma"/>
          <w:b/>
          <w:lang w:val="sr-Cyrl-RS"/>
        </w:rPr>
        <w:t xml:space="preserve"> </w:t>
      </w:r>
      <w:r w:rsidR="00D55401" w:rsidRPr="00D55401">
        <w:rPr>
          <w:rFonts w:ascii="Tahoma" w:hAnsi="Tahoma" w:cs="Tahoma"/>
          <w:b/>
          <w:highlight w:val="yellow"/>
          <w:lang w:val="sr-Cyrl-RS"/>
        </w:rPr>
        <w:t>(навести конкретне разлоге за организацију догађаја)</w:t>
      </w:r>
    </w:p>
    <w:p w14:paraId="27AF1F7D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0457D302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3846A9FA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09F3A2C8" w14:textId="77777777" w:rsidR="00DD56F4" w:rsidRP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 xml:space="preserve">II </w:t>
      </w:r>
      <w:r w:rsidR="007D0C21" w:rsidRPr="00405972">
        <w:rPr>
          <w:rFonts w:ascii="Tahoma" w:hAnsi="Tahoma" w:cs="Tahoma"/>
          <w:b/>
          <w:bCs/>
          <w:lang w:val="sr-Cyrl-RS"/>
        </w:rPr>
        <w:t>Учесници</w:t>
      </w:r>
      <w:r w:rsidRPr="00405972">
        <w:rPr>
          <w:rFonts w:ascii="Tahoma" w:hAnsi="Tahoma" w:cs="Tahoma"/>
          <w:b/>
          <w:bCs/>
          <w:lang w:val="sr-Cyrl-RS"/>
        </w:rPr>
        <w:t xml:space="preserve"> </w:t>
      </w:r>
      <w:r w:rsidRPr="00D55401">
        <w:rPr>
          <w:rFonts w:ascii="Tahoma" w:hAnsi="Tahoma" w:cs="Tahoma"/>
          <w:b/>
          <w:bCs/>
          <w:highlight w:val="yellow"/>
          <w:lang w:val="sr-Cyrl-RS"/>
        </w:rPr>
        <w:t>(кратак опис циљне</w:t>
      </w:r>
      <w:r w:rsidRPr="00D55401">
        <w:rPr>
          <w:rFonts w:ascii="Tahoma" w:hAnsi="Tahoma" w:cs="Tahoma"/>
          <w:b/>
          <w:bCs/>
          <w:highlight w:val="yellow"/>
        </w:rPr>
        <w:t xml:space="preserve"> групе и број учесника)</w:t>
      </w:r>
    </w:p>
    <w:p w14:paraId="62B886A8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C12B71E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507DCCE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9AE9BAF" w14:textId="5A75B542" w:rsidR="00932ED7" w:rsidRP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III </w:t>
      </w:r>
      <w:r w:rsidRPr="00405972">
        <w:rPr>
          <w:rFonts w:ascii="Tahoma" w:hAnsi="Tahoma" w:cs="Tahoma"/>
          <w:b/>
          <w:bCs/>
          <w:lang w:val="sr-Cyrl-RS"/>
        </w:rPr>
        <w:t xml:space="preserve">Програм </w:t>
      </w:r>
      <w:r w:rsidRPr="00D55401">
        <w:rPr>
          <w:rFonts w:ascii="Tahoma" w:hAnsi="Tahoma" w:cs="Tahoma"/>
          <w:b/>
          <w:bCs/>
          <w:highlight w:val="yellow"/>
          <w:lang w:val="sr-Cyrl-RS"/>
        </w:rPr>
        <w:t>радионице</w:t>
      </w:r>
      <w:r w:rsidR="00405972" w:rsidRPr="00D55401">
        <w:rPr>
          <w:rFonts w:ascii="Tahoma" w:hAnsi="Tahoma" w:cs="Tahoma"/>
          <w:b/>
          <w:bCs/>
          <w:highlight w:val="yellow"/>
          <w:lang w:val="sr-Cyrl-RS"/>
        </w:rPr>
        <w:t>/обуке/семинара</w:t>
      </w:r>
      <w:r w:rsidRPr="00405972">
        <w:rPr>
          <w:rFonts w:ascii="Tahoma" w:hAnsi="Tahoma" w:cs="Tahoma"/>
          <w:b/>
          <w:bCs/>
          <w:lang w:val="sr-Cyrl-RS"/>
        </w:rPr>
        <w:t xml:space="preserve"> </w:t>
      </w:r>
      <w:r w:rsidRPr="00D55401">
        <w:rPr>
          <w:rFonts w:ascii="Tahoma" w:hAnsi="Tahoma" w:cs="Tahoma"/>
          <w:b/>
          <w:bCs/>
          <w:highlight w:val="yellow"/>
          <w:lang w:val="sr-Cyrl-RS"/>
        </w:rPr>
        <w:t xml:space="preserve">(структура </w:t>
      </w:r>
      <w:r w:rsidR="00405972" w:rsidRPr="00D55401">
        <w:rPr>
          <w:rFonts w:ascii="Tahoma" w:hAnsi="Tahoma" w:cs="Tahoma"/>
          <w:b/>
          <w:bCs/>
          <w:highlight w:val="yellow"/>
          <w:lang w:val="sr-Cyrl-RS"/>
        </w:rPr>
        <w:t>догађаја</w:t>
      </w:r>
      <w:r w:rsidRPr="00D55401">
        <w:rPr>
          <w:rFonts w:ascii="Tahoma" w:hAnsi="Tahoma" w:cs="Tahoma"/>
          <w:b/>
          <w:bCs/>
          <w:highlight w:val="yellow"/>
          <w:lang w:val="sr-Cyrl-RS"/>
        </w:rPr>
        <w:t xml:space="preserve"> и опис активности у смислу да су учесници могли да постављају питања, размењују искуства и сл.)</w:t>
      </w:r>
    </w:p>
    <w:p w14:paraId="2A97620A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C98EED4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20F02A5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4E566A7" w14:textId="3E547E28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IV </w:t>
      </w:r>
      <w:r w:rsidRPr="00405972">
        <w:rPr>
          <w:rFonts w:ascii="Tahoma" w:hAnsi="Tahoma" w:cs="Tahoma"/>
          <w:b/>
          <w:bCs/>
          <w:lang w:val="sr-Cyrl-RS"/>
        </w:rPr>
        <w:t>Главни изазови</w:t>
      </w:r>
      <w:r w:rsidR="00302DCE" w:rsidRPr="00405972">
        <w:rPr>
          <w:rFonts w:ascii="Tahoma" w:hAnsi="Tahoma" w:cs="Tahoma"/>
          <w:b/>
          <w:bCs/>
          <w:lang w:val="sr-Cyrl-RS"/>
        </w:rPr>
        <w:t xml:space="preserve">/проблеми/покренута питања током </w:t>
      </w:r>
      <w:r w:rsidR="00405972" w:rsidRPr="00D55401">
        <w:rPr>
          <w:rFonts w:ascii="Tahoma" w:hAnsi="Tahoma" w:cs="Tahoma"/>
          <w:b/>
          <w:bCs/>
          <w:highlight w:val="yellow"/>
          <w:lang w:val="sr-Cyrl-RS"/>
        </w:rPr>
        <w:t>радионице/обуке/ семинара</w:t>
      </w:r>
    </w:p>
    <w:p w14:paraId="5BD49AC1" w14:textId="77777777" w:rsidR="00302DCE" w:rsidRDefault="00302DCE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641C392" w14:textId="77777777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3F86945" w14:textId="54E871CD" w:rsidR="00932ED7" w:rsidRDefault="00932ED7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V Закључци и препоруке</w:t>
      </w:r>
      <w:r w:rsidR="00302DCE">
        <w:rPr>
          <w:rFonts w:ascii="Tahoma" w:hAnsi="Tahoma" w:cs="Tahoma"/>
          <w:b/>
          <w:bCs/>
        </w:rPr>
        <w:t xml:space="preserve"> за наредни период </w:t>
      </w:r>
    </w:p>
    <w:p w14:paraId="7462AB39" w14:textId="77777777" w:rsidR="00D55401" w:rsidRDefault="00D55401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ED67616" w14:textId="147D0CFA" w:rsidR="00D55401" w:rsidRDefault="00D55401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1C678447" w14:textId="1276069D" w:rsidR="00D55401" w:rsidRPr="00D55401" w:rsidRDefault="00D55401" w:rsidP="0040597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bCs/>
        </w:rPr>
        <w:t>VI</w:t>
      </w:r>
      <w:r>
        <w:rPr>
          <w:rFonts w:ascii="Tahoma" w:hAnsi="Tahoma" w:cs="Tahoma"/>
          <w:b/>
          <w:bCs/>
          <w:lang w:val="sr-Cyrl-RS"/>
        </w:rPr>
        <w:t xml:space="preserve"> Буџет догађаја</w:t>
      </w:r>
    </w:p>
    <w:p w14:paraId="0BEB3C82" w14:textId="77777777" w:rsidR="00DD56F4" w:rsidRPr="00DD56F4" w:rsidRDefault="00DD56F4" w:rsidP="00DD56F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A7D02CB" w14:textId="188C646B" w:rsidR="00BB4018" w:rsidRDefault="00D55401" w:rsidP="007D0C21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А) Планирани </w:t>
      </w: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483"/>
        <w:gridCol w:w="2737"/>
        <w:gridCol w:w="1338"/>
        <w:gridCol w:w="1560"/>
        <w:gridCol w:w="1134"/>
        <w:gridCol w:w="1194"/>
      </w:tblGrid>
      <w:tr w:rsidR="00D55401" w:rsidRPr="00D55401" w14:paraId="5E9F8321" w14:textId="77777777" w:rsidTr="00B64C73">
        <w:trPr>
          <w:trHeight w:val="300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8FD2484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26EC59A" w14:textId="558AC43E" w:rsidR="00D55401" w:rsidRPr="00D55401" w:rsidRDefault="00D55401" w:rsidP="00D55401">
            <w:pPr>
              <w:jc w:val="both"/>
              <w:rPr>
                <w:rFonts w:ascii="Tahoma" w:hAnsi="Tahoma" w:cs="Tahoma"/>
                <w:b/>
                <w:bCs/>
                <w:lang w:val="sr-Cyrl-RS"/>
              </w:rPr>
            </w:pPr>
            <w:r w:rsidRPr="00D55401">
              <w:rPr>
                <w:rFonts w:ascii="Tahoma" w:hAnsi="Tahoma" w:cs="Tahoma"/>
                <w:b/>
                <w:bCs/>
                <w:highlight w:val="yellow"/>
                <w:lang w:val="sr-Cyrl-RS"/>
              </w:rPr>
              <w:t>Број и назив буџетске линије</w:t>
            </w:r>
          </w:p>
        </w:tc>
      </w:tr>
      <w:tr w:rsidR="00D55401" w:rsidRPr="00D55401" w14:paraId="5A793253" w14:textId="77777777" w:rsidTr="00B64C73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6F31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No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7B5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Item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E94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Unit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7B33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Number of units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19BC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Unit Price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D22B4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Total</w:t>
            </w:r>
          </w:p>
        </w:tc>
      </w:tr>
      <w:tr w:rsidR="00D55401" w:rsidRPr="00D55401" w14:paraId="33D675E9" w14:textId="77777777" w:rsidTr="00B64C73">
        <w:trPr>
          <w:trHeight w:val="30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7962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9FA3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Rent a hall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ED95" w14:textId="643EAB96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 xml:space="preserve">Per </w:t>
            </w:r>
            <w:r w:rsidR="009B607A">
              <w:rPr>
                <w:rFonts w:ascii="Tahoma" w:hAnsi="Tahoma" w:cs="Tahoma"/>
                <w:lang w:val="en-GB"/>
              </w:rPr>
              <w:t>day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DE7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996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150D2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0,00</w:t>
            </w:r>
          </w:p>
        </w:tc>
      </w:tr>
      <w:tr w:rsidR="00D55401" w:rsidRPr="00D55401" w14:paraId="7F905CD5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3B98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lastRenderedPageBreak/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08CA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proofErr w:type="spellStart"/>
            <w:r w:rsidRPr="00D55401">
              <w:rPr>
                <w:rFonts w:ascii="Tahoma" w:hAnsi="Tahoma" w:cs="Tahoma"/>
                <w:lang w:val="en-GB"/>
              </w:rPr>
              <w:t>Coffe</w:t>
            </w:r>
            <w:proofErr w:type="spellEnd"/>
            <w:r w:rsidRPr="00D55401">
              <w:rPr>
                <w:rFonts w:ascii="Tahoma" w:hAnsi="Tahoma" w:cs="Tahoma"/>
                <w:lang w:val="en-GB"/>
              </w:rPr>
              <w:t xml:space="preserve"> breaks (2 </w:t>
            </w:r>
            <w:proofErr w:type="spellStart"/>
            <w:r w:rsidRPr="00D55401">
              <w:rPr>
                <w:rFonts w:ascii="Tahoma" w:hAnsi="Tahoma" w:cs="Tahoma"/>
                <w:lang w:val="en-GB"/>
              </w:rPr>
              <w:t>coffe</w:t>
            </w:r>
            <w:proofErr w:type="spellEnd"/>
            <w:r w:rsidRPr="00D55401">
              <w:rPr>
                <w:rFonts w:ascii="Tahoma" w:hAnsi="Tahoma" w:cs="Tahoma"/>
                <w:lang w:val="en-GB"/>
              </w:rPr>
              <w:t xml:space="preserve"> break per day)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0DAB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1C41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E03A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ED93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1.108,89</w:t>
            </w:r>
          </w:p>
        </w:tc>
      </w:tr>
      <w:tr w:rsidR="00D55401" w:rsidRPr="00D55401" w14:paraId="66C48394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649E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EA60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Meals (2 meal x 2 days x 50 participants)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2AB6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46B0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74C0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4C70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2.922,00</w:t>
            </w:r>
          </w:p>
        </w:tc>
      </w:tr>
      <w:tr w:rsidR="00D55401" w:rsidRPr="00D55401" w14:paraId="5C7458F5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A068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E6EE1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Accommodation for participants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70F4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F17E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591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0E454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3.583,50</w:t>
            </w:r>
          </w:p>
        </w:tc>
      </w:tr>
      <w:tr w:rsidR="00D55401" w:rsidRPr="00D55401" w14:paraId="67B80ABB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A52A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5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2742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Trainers for finances and visibility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D124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day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1477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FEE9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0F6C6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1.500,00</w:t>
            </w:r>
          </w:p>
        </w:tc>
      </w:tr>
      <w:tr w:rsidR="00D55401" w:rsidRPr="00D55401" w14:paraId="7DBBA7BB" w14:textId="77777777" w:rsidTr="00B64C73">
        <w:trPr>
          <w:trHeight w:val="78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8B11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6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CA90" w14:textId="6A70FAEE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 xml:space="preserve">Materials for participants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E9C8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4D9D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3D1A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DE9B5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250,00</w:t>
            </w:r>
          </w:p>
        </w:tc>
      </w:tr>
      <w:tr w:rsidR="00D55401" w:rsidRPr="00D55401" w14:paraId="005620FA" w14:textId="77777777" w:rsidTr="00B64C73">
        <w:trPr>
          <w:trHeight w:val="31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AF1D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 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C0E0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b/>
                <w:bCs/>
                <w:i/>
                <w:i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i/>
                <w:iCs/>
                <w:lang w:val="en-GB"/>
              </w:rPr>
              <w:t xml:space="preserve">Sub-total per event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4D4E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 xml:space="preserve">Per event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93F5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0A0C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4.682,19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696BB6" w14:textId="77777777" w:rsidR="00D55401" w:rsidRPr="00D55401" w:rsidRDefault="00D55401" w:rsidP="00D55401">
            <w:pPr>
              <w:jc w:val="both"/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>9.364,39</w:t>
            </w:r>
          </w:p>
        </w:tc>
      </w:tr>
    </w:tbl>
    <w:p w14:paraId="5CF52AF2" w14:textId="77777777" w:rsidR="00D55401" w:rsidRDefault="00D55401" w:rsidP="007D0C21">
      <w:pPr>
        <w:jc w:val="both"/>
        <w:rPr>
          <w:rFonts w:ascii="Tahoma" w:hAnsi="Tahoma" w:cs="Tahoma"/>
          <w:lang w:val="sr-Cyrl-RS"/>
        </w:rPr>
      </w:pPr>
    </w:p>
    <w:p w14:paraId="12A9B03B" w14:textId="43EFE9C6" w:rsidR="00D55401" w:rsidRPr="00D55401" w:rsidRDefault="00D55401" w:rsidP="007D0C21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Б) Реализовани </w:t>
      </w: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483"/>
        <w:gridCol w:w="2737"/>
        <w:gridCol w:w="1338"/>
        <w:gridCol w:w="1560"/>
        <w:gridCol w:w="1134"/>
        <w:gridCol w:w="1194"/>
      </w:tblGrid>
      <w:tr w:rsidR="00D55401" w:rsidRPr="00D55401" w14:paraId="7981FB15" w14:textId="77777777" w:rsidTr="00B64C73">
        <w:trPr>
          <w:trHeight w:val="300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1BA179E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B28DBB8" w14:textId="068D8102" w:rsidR="00D55401" w:rsidRPr="00D55401" w:rsidRDefault="00D55401" w:rsidP="00D55401">
            <w:pPr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highlight w:val="yellow"/>
                <w:lang w:val="sr-Cyrl-RS"/>
              </w:rPr>
              <w:t>Број и назив буџетске линије</w:t>
            </w:r>
          </w:p>
        </w:tc>
      </w:tr>
      <w:tr w:rsidR="00D55401" w:rsidRPr="00D55401" w14:paraId="0BB25257" w14:textId="77777777" w:rsidTr="00B64C73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3B49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No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0D4C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Item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1C23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Unit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4A8B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Number of units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C2EA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Unit Price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64DC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Total</w:t>
            </w:r>
          </w:p>
        </w:tc>
      </w:tr>
      <w:tr w:rsidR="00D55401" w:rsidRPr="00D55401" w14:paraId="6B0D4F79" w14:textId="77777777" w:rsidTr="00B64C73">
        <w:trPr>
          <w:trHeight w:val="30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8A1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FD21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Rent a hall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A8FC" w14:textId="0676755A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 xml:space="preserve">Per </w:t>
            </w:r>
            <w:r w:rsidR="009B607A">
              <w:rPr>
                <w:rFonts w:ascii="Tahoma" w:hAnsi="Tahoma" w:cs="Tahoma"/>
                <w:lang w:val="en-GB"/>
              </w:rPr>
              <w:t>day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CF1F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B09A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E3B5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0,00</w:t>
            </w:r>
          </w:p>
        </w:tc>
      </w:tr>
      <w:tr w:rsidR="00D55401" w:rsidRPr="00D55401" w14:paraId="5959993B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C20D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588B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proofErr w:type="spellStart"/>
            <w:r w:rsidRPr="00D55401">
              <w:rPr>
                <w:rFonts w:ascii="Tahoma" w:hAnsi="Tahoma" w:cs="Tahoma"/>
                <w:lang w:val="en-GB"/>
              </w:rPr>
              <w:t>Coffe</w:t>
            </w:r>
            <w:proofErr w:type="spellEnd"/>
            <w:r w:rsidRPr="00D55401">
              <w:rPr>
                <w:rFonts w:ascii="Tahoma" w:hAnsi="Tahoma" w:cs="Tahoma"/>
                <w:lang w:val="en-GB"/>
              </w:rPr>
              <w:t xml:space="preserve"> breaks (2 </w:t>
            </w:r>
            <w:proofErr w:type="spellStart"/>
            <w:r w:rsidRPr="00D55401">
              <w:rPr>
                <w:rFonts w:ascii="Tahoma" w:hAnsi="Tahoma" w:cs="Tahoma"/>
                <w:lang w:val="en-GB"/>
              </w:rPr>
              <w:t>coffe</w:t>
            </w:r>
            <w:proofErr w:type="spellEnd"/>
            <w:r w:rsidRPr="00D55401">
              <w:rPr>
                <w:rFonts w:ascii="Tahoma" w:hAnsi="Tahoma" w:cs="Tahoma"/>
                <w:lang w:val="en-GB"/>
              </w:rPr>
              <w:t xml:space="preserve"> break per day)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B506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6992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B6F7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F1306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1.108,89</w:t>
            </w:r>
          </w:p>
        </w:tc>
      </w:tr>
      <w:tr w:rsidR="00D55401" w:rsidRPr="00D55401" w14:paraId="351121F7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5448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644EB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Meals (2 meal x 2 days x 50 participants)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C16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E0E3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29DA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74B51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2.922,00</w:t>
            </w:r>
          </w:p>
        </w:tc>
      </w:tr>
      <w:tr w:rsidR="00D55401" w:rsidRPr="00D55401" w14:paraId="2EB6B1B7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DBC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E2A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Accommodation for participants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91E9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5370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793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25514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3.583,50</w:t>
            </w:r>
          </w:p>
        </w:tc>
      </w:tr>
      <w:tr w:rsidR="00D55401" w:rsidRPr="00D55401" w14:paraId="1C001F50" w14:textId="77777777" w:rsidTr="00B64C73">
        <w:trPr>
          <w:trHeight w:val="52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7DF7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5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4752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Trainers for finances and visibility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DF6B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day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E26A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CE7A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41396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1.500,00</w:t>
            </w:r>
          </w:p>
        </w:tc>
      </w:tr>
      <w:tr w:rsidR="00D55401" w:rsidRPr="00D55401" w14:paraId="56DDA523" w14:textId="77777777" w:rsidTr="00B64C73">
        <w:trPr>
          <w:trHeight w:val="78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EDEB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6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D3081" w14:textId="6BC297B3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 xml:space="preserve">Materials for participants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A06E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Per participant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4E16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8FB1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629C7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250,00</w:t>
            </w:r>
          </w:p>
        </w:tc>
      </w:tr>
      <w:tr w:rsidR="00D55401" w:rsidRPr="00D55401" w14:paraId="2642CD89" w14:textId="77777777" w:rsidTr="00B64C73">
        <w:trPr>
          <w:trHeight w:val="31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147F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 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0B61" w14:textId="77777777" w:rsidR="00D55401" w:rsidRPr="00D55401" w:rsidRDefault="00D55401" w:rsidP="00D55401">
            <w:pPr>
              <w:rPr>
                <w:rFonts w:ascii="Tahoma" w:hAnsi="Tahoma" w:cs="Tahoma"/>
                <w:b/>
                <w:bCs/>
                <w:i/>
                <w:i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i/>
                <w:iCs/>
                <w:lang w:val="en-GB"/>
              </w:rPr>
              <w:t xml:space="preserve">Sub-total per event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4767" w14:textId="77777777" w:rsidR="00D55401" w:rsidRPr="00D55401" w:rsidRDefault="00D55401" w:rsidP="00D55401">
            <w:pPr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 xml:space="preserve">Per event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18F9" w14:textId="77777777" w:rsidR="00D55401" w:rsidRPr="00D55401" w:rsidRDefault="00D55401" w:rsidP="00D55401">
            <w:pPr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1180" w14:textId="77777777" w:rsidR="00D55401" w:rsidRPr="00D55401" w:rsidRDefault="00D55401" w:rsidP="00D55401">
            <w:pPr>
              <w:rPr>
                <w:rFonts w:ascii="Tahoma" w:hAnsi="Tahoma" w:cs="Tahoma"/>
                <w:lang w:val="en-GB"/>
              </w:rPr>
            </w:pPr>
            <w:r w:rsidRPr="00D55401">
              <w:rPr>
                <w:rFonts w:ascii="Tahoma" w:hAnsi="Tahoma" w:cs="Tahoma"/>
                <w:lang w:val="en-GB"/>
              </w:rPr>
              <w:t>4.682,19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B03DE2" w14:textId="77777777" w:rsidR="00D55401" w:rsidRPr="00D55401" w:rsidRDefault="00D55401" w:rsidP="00D55401">
            <w:pPr>
              <w:rPr>
                <w:rFonts w:ascii="Tahoma" w:hAnsi="Tahoma" w:cs="Tahoma"/>
                <w:b/>
                <w:bCs/>
                <w:lang w:val="en-GB"/>
              </w:rPr>
            </w:pPr>
            <w:r w:rsidRPr="00D55401">
              <w:rPr>
                <w:rFonts w:ascii="Tahoma" w:hAnsi="Tahoma" w:cs="Tahoma"/>
                <w:b/>
                <w:bCs/>
                <w:lang w:val="en-GB"/>
              </w:rPr>
              <w:t>9.364,39</w:t>
            </w:r>
          </w:p>
        </w:tc>
      </w:tr>
    </w:tbl>
    <w:p w14:paraId="08E10F19" w14:textId="77777777" w:rsidR="007D0C21" w:rsidRPr="007D0C21" w:rsidRDefault="007D0C21">
      <w:pPr>
        <w:rPr>
          <w:rFonts w:ascii="Tahoma" w:hAnsi="Tahoma" w:cs="Tahoma"/>
        </w:rPr>
      </w:pPr>
    </w:p>
    <w:sectPr w:rsidR="007D0C21" w:rsidRPr="007D0C21" w:rsidSect="00B238F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583D3" w14:textId="77777777" w:rsidR="00CB29DB" w:rsidRDefault="00CB29DB" w:rsidP="009F3B4A">
      <w:pPr>
        <w:spacing w:after="0" w:line="240" w:lineRule="auto"/>
      </w:pPr>
      <w:r>
        <w:separator/>
      </w:r>
    </w:p>
  </w:endnote>
  <w:endnote w:type="continuationSeparator" w:id="0">
    <w:p w14:paraId="2F431A1D" w14:textId="77777777" w:rsidR="00CB29DB" w:rsidRDefault="00CB29DB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525B6" w14:textId="2A9FA428" w:rsidR="009F3B4A" w:rsidRDefault="009F3B4A" w:rsidP="009F3B4A">
    <w:pPr>
      <w:pStyle w:val="Footer"/>
      <w:tabs>
        <w:tab w:val="clear" w:pos="4680"/>
        <w:tab w:val="clear" w:pos="9360"/>
        <w:tab w:val="left" w:pos="35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1A1AD" w14:textId="77777777" w:rsidR="00CB29DB" w:rsidRDefault="00CB29DB" w:rsidP="009F3B4A">
      <w:pPr>
        <w:spacing w:after="0" w:line="240" w:lineRule="auto"/>
      </w:pPr>
      <w:r>
        <w:separator/>
      </w:r>
    </w:p>
  </w:footnote>
  <w:footnote w:type="continuationSeparator" w:id="0">
    <w:p w14:paraId="535F106D" w14:textId="77777777" w:rsidR="00CB29DB" w:rsidRDefault="00CB29DB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06B4" w14:textId="7951FA5F" w:rsidR="009F3B4A" w:rsidRPr="00405972" w:rsidRDefault="00405972" w:rsidP="00405972">
    <w:pPr>
      <w:pStyle w:val="Header"/>
      <w:jc w:val="center"/>
      <w:rPr>
        <w:rFonts w:ascii="Arial" w:hAnsi="Arial" w:cs="Arial"/>
        <w:noProof/>
        <w:sz w:val="28"/>
        <w:szCs w:val="28"/>
      </w:rPr>
    </w:pPr>
    <w:r w:rsidRPr="00405972">
      <w:rPr>
        <w:rFonts w:ascii="Arial" w:hAnsi="Arial" w:cs="Arial"/>
        <w:noProof/>
        <w:sz w:val="28"/>
        <w:szCs w:val="28"/>
      </w:rPr>
      <w:t>&lt;</w:t>
    </w:r>
    <w:r>
      <w:rPr>
        <w:rFonts w:ascii="Arial" w:hAnsi="Arial" w:cs="Arial"/>
        <w:noProof/>
        <w:sz w:val="28"/>
        <w:szCs w:val="28"/>
      </w:rPr>
      <w:t xml:space="preserve"> </w:t>
    </w:r>
    <w:r>
      <w:rPr>
        <w:rFonts w:ascii="Arial" w:hAnsi="Arial" w:cs="Arial"/>
        <w:noProof/>
        <w:sz w:val="28"/>
        <w:szCs w:val="28"/>
        <w:lang w:val="sr-Cyrl-RS"/>
      </w:rPr>
      <w:t>МЕМОРАНДУМ</w:t>
    </w:r>
    <w:r>
      <w:rPr>
        <w:rFonts w:ascii="Arial" w:hAnsi="Arial" w:cs="Arial"/>
        <w:noProof/>
        <w:sz w:val="28"/>
        <w:szCs w:val="28"/>
      </w:rPr>
      <w:t xml:space="preserve"> </w:t>
    </w:r>
    <w:r w:rsidRPr="00405972">
      <w:rPr>
        <w:rFonts w:ascii="Arial" w:hAnsi="Arial" w:cs="Arial"/>
        <w:noProof/>
        <w:sz w:val="28"/>
        <w:szCs w:val="28"/>
      </w:rPr>
      <w:t>&gt;</w:t>
    </w:r>
  </w:p>
  <w:p w14:paraId="63D512D6" w14:textId="77777777" w:rsidR="009F3B4A" w:rsidRDefault="009F3B4A">
    <w:pPr>
      <w:pStyle w:val="Header"/>
      <w:rPr>
        <w:noProof/>
      </w:rPr>
    </w:pPr>
  </w:p>
  <w:p w14:paraId="004087DE" w14:textId="77777777" w:rsidR="009F3B4A" w:rsidRDefault="009F3B4A">
    <w:pPr>
      <w:pStyle w:val="Header"/>
      <w:rPr>
        <w:noProof/>
      </w:rPr>
    </w:pPr>
  </w:p>
  <w:p w14:paraId="46A9073F" w14:textId="77777777" w:rsidR="009F3B4A" w:rsidRDefault="009F3B4A">
    <w:pPr>
      <w:pStyle w:val="Header"/>
      <w:rPr>
        <w:noProof/>
      </w:rPr>
    </w:pPr>
  </w:p>
  <w:p w14:paraId="5D87CD2F" w14:textId="77777777" w:rsidR="009F3B4A" w:rsidRDefault="009F3B4A">
    <w:pPr>
      <w:pStyle w:val="Header"/>
      <w:rPr>
        <w:noProof/>
      </w:rPr>
    </w:pPr>
  </w:p>
  <w:p w14:paraId="3DD76F5F" w14:textId="77777777" w:rsidR="009F3B4A" w:rsidRDefault="009F3B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26"/>
    <w:rsid w:val="00023DF7"/>
    <w:rsid w:val="00075A3C"/>
    <w:rsid w:val="000C6AD0"/>
    <w:rsid w:val="000D1541"/>
    <w:rsid w:val="00120FCD"/>
    <w:rsid w:val="00136C23"/>
    <w:rsid w:val="001529FA"/>
    <w:rsid w:val="001547BF"/>
    <w:rsid w:val="001649D1"/>
    <w:rsid w:val="00166609"/>
    <w:rsid w:val="00180C72"/>
    <w:rsid w:val="001A5813"/>
    <w:rsid w:val="001E7724"/>
    <w:rsid w:val="002025F7"/>
    <w:rsid w:val="00216219"/>
    <w:rsid w:val="00224FB3"/>
    <w:rsid w:val="00225A56"/>
    <w:rsid w:val="002D07E1"/>
    <w:rsid w:val="002E56D6"/>
    <w:rsid w:val="002F2EAB"/>
    <w:rsid w:val="00302DCE"/>
    <w:rsid w:val="00364076"/>
    <w:rsid w:val="00391CAD"/>
    <w:rsid w:val="003A713D"/>
    <w:rsid w:val="003D4F75"/>
    <w:rsid w:val="00405972"/>
    <w:rsid w:val="00483750"/>
    <w:rsid w:val="004B7969"/>
    <w:rsid w:val="004C558D"/>
    <w:rsid w:val="0051414B"/>
    <w:rsid w:val="00515418"/>
    <w:rsid w:val="00517BE0"/>
    <w:rsid w:val="0054487F"/>
    <w:rsid w:val="00580CC3"/>
    <w:rsid w:val="0059616B"/>
    <w:rsid w:val="00596792"/>
    <w:rsid w:val="00643E9A"/>
    <w:rsid w:val="00697A9A"/>
    <w:rsid w:val="006D00F6"/>
    <w:rsid w:val="00737CF4"/>
    <w:rsid w:val="007A5BA7"/>
    <w:rsid w:val="007A7ABB"/>
    <w:rsid w:val="007A7BA0"/>
    <w:rsid w:val="007D0C21"/>
    <w:rsid w:val="007D38F2"/>
    <w:rsid w:val="00825568"/>
    <w:rsid w:val="00831D1F"/>
    <w:rsid w:val="00863C92"/>
    <w:rsid w:val="008C79A7"/>
    <w:rsid w:val="008E64F9"/>
    <w:rsid w:val="00932ED7"/>
    <w:rsid w:val="00955319"/>
    <w:rsid w:val="009601AD"/>
    <w:rsid w:val="00960D96"/>
    <w:rsid w:val="00992AF2"/>
    <w:rsid w:val="009B607A"/>
    <w:rsid w:val="009F1F5D"/>
    <w:rsid w:val="009F3B4A"/>
    <w:rsid w:val="00A163B6"/>
    <w:rsid w:val="00A65FA9"/>
    <w:rsid w:val="00B238F1"/>
    <w:rsid w:val="00B27FEC"/>
    <w:rsid w:val="00B304CA"/>
    <w:rsid w:val="00B36C0F"/>
    <w:rsid w:val="00B7228B"/>
    <w:rsid w:val="00BB2FFB"/>
    <w:rsid w:val="00BB4018"/>
    <w:rsid w:val="00BD3A78"/>
    <w:rsid w:val="00BE11F9"/>
    <w:rsid w:val="00BE1AEA"/>
    <w:rsid w:val="00CB29DB"/>
    <w:rsid w:val="00CD7AB3"/>
    <w:rsid w:val="00D05FA5"/>
    <w:rsid w:val="00D40D23"/>
    <w:rsid w:val="00D55401"/>
    <w:rsid w:val="00D61DF1"/>
    <w:rsid w:val="00DD0EBF"/>
    <w:rsid w:val="00DD1A15"/>
    <w:rsid w:val="00DD56F4"/>
    <w:rsid w:val="00DD6B90"/>
    <w:rsid w:val="00E132F2"/>
    <w:rsid w:val="00E16626"/>
    <w:rsid w:val="00E20A12"/>
    <w:rsid w:val="00E22D02"/>
    <w:rsid w:val="00E915BD"/>
    <w:rsid w:val="00ED3DC2"/>
    <w:rsid w:val="00ED7C7E"/>
    <w:rsid w:val="00F344BB"/>
    <w:rsid w:val="00F47C89"/>
    <w:rsid w:val="00FA12C2"/>
    <w:rsid w:val="00FB57C6"/>
    <w:rsid w:val="00FD33BC"/>
    <w:rsid w:val="00FE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7BCFE"/>
  <w15:docId w15:val="{761FD909-AADF-4029-A021-38B8F47D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38F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paragraph" w:styleId="BalloonText">
    <w:name w:val="Balloon Text"/>
    <w:basedOn w:val="Normal"/>
    <w:link w:val="BalloonTextChar"/>
    <w:uiPriority w:val="99"/>
    <w:semiHidden/>
    <w:unhideWhenUsed/>
    <w:rsid w:val="00DD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6F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D4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F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F75"/>
    <w:rPr>
      <w:b/>
      <w:bCs/>
    </w:rPr>
  </w:style>
  <w:style w:type="paragraph" w:styleId="ListParagraph">
    <w:name w:val="List Paragraph"/>
    <w:basedOn w:val="Normal"/>
    <w:uiPriority w:val="34"/>
    <w:qFormat/>
    <w:rsid w:val="003A7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Markovic</dc:creator>
  <cp:lastModifiedBy>Vladimir Zafirovic</cp:lastModifiedBy>
  <cp:revision>4</cp:revision>
  <dcterms:created xsi:type="dcterms:W3CDTF">2018-10-03T11:08:00Z</dcterms:created>
  <dcterms:modified xsi:type="dcterms:W3CDTF">2018-10-05T14:45:00Z</dcterms:modified>
</cp:coreProperties>
</file>