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18AF1" w14:textId="618CD176" w:rsidR="0009022B" w:rsidRDefault="0009022B" w:rsidP="0009022B">
      <w:pPr>
        <w:ind w:left="567" w:hanging="567"/>
        <w:rPr>
          <w:rFonts w:ascii="Calibri" w:hAnsi="Calibri"/>
          <w:i/>
          <w:iCs/>
          <w:color w:val="FF0000"/>
          <w:sz w:val="22"/>
          <w:szCs w:val="22"/>
          <w:lang w:val="sr-Cyrl-RS"/>
        </w:rPr>
      </w:pPr>
      <w:r>
        <w:rPr>
          <w:rFonts w:ascii="Calibri" w:hAnsi="Calibri"/>
          <w:i/>
          <w:iCs/>
          <w:color w:val="FF0000"/>
          <w:sz w:val="22"/>
          <w:szCs w:val="22"/>
          <w:lang w:val="sr-Cyrl-RS"/>
        </w:rPr>
        <w:t>(</w:t>
      </w:r>
      <w:r w:rsidRPr="0009022B">
        <w:rPr>
          <w:rFonts w:ascii="Calibri" w:hAnsi="Calibri"/>
          <w:i/>
          <w:iCs/>
          <w:color w:val="FF0000"/>
          <w:sz w:val="22"/>
          <w:szCs w:val="22"/>
          <w:lang w:val="sr-Cyrl-RS"/>
        </w:rPr>
        <w:t xml:space="preserve">Навести </w:t>
      </w:r>
      <w:r w:rsidR="00785801" w:rsidRPr="0009022B">
        <w:rPr>
          <w:rFonts w:ascii="Calibri" w:hAnsi="Calibri"/>
          <w:i/>
          <w:iCs/>
          <w:color w:val="FF0000"/>
          <w:sz w:val="22"/>
          <w:szCs w:val="22"/>
          <w:lang w:val="sr-Cyrl-RS"/>
        </w:rPr>
        <w:t>област</w:t>
      </w:r>
      <w:r w:rsidRPr="0009022B">
        <w:rPr>
          <w:rFonts w:ascii="Calibri" w:hAnsi="Calibri"/>
          <w:i/>
          <w:iCs/>
          <w:color w:val="FF0000"/>
          <w:sz w:val="22"/>
          <w:szCs w:val="22"/>
          <w:lang w:val="sr-Cyrl-RS"/>
        </w:rPr>
        <w:t xml:space="preserve"> и позицију</w:t>
      </w:r>
      <w:r w:rsidRPr="0009022B">
        <w:rPr>
          <w:rFonts w:ascii="Calibri" w:hAnsi="Calibri"/>
          <w:i/>
          <w:iCs/>
          <w:color w:val="FF0000"/>
          <w:sz w:val="22"/>
          <w:szCs w:val="22"/>
        </w:rPr>
        <w:t xml:space="preserve"> </w:t>
      </w:r>
      <w:r w:rsidRPr="0009022B">
        <w:rPr>
          <w:rFonts w:ascii="Calibri" w:hAnsi="Calibri"/>
          <w:i/>
          <w:iCs/>
          <w:color w:val="FF0000"/>
          <w:sz w:val="22"/>
          <w:szCs w:val="22"/>
          <w:lang w:val="sr-Cyrl-RS"/>
        </w:rPr>
        <w:t>за коју се пријављујете</w:t>
      </w:r>
      <w:r>
        <w:rPr>
          <w:rFonts w:ascii="Calibri" w:hAnsi="Calibri"/>
          <w:i/>
          <w:iCs/>
          <w:color w:val="FF0000"/>
          <w:sz w:val="22"/>
          <w:szCs w:val="22"/>
          <w:lang w:val="sr-Cyrl-RS"/>
        </w:rPr>
        <w:t>)</w:t>
      </w:r>
    </w:p>
    <w:p w14:paraId="588D9899" w14:textId="77777777" w:rsidR="00313DE3" w:rsidRPr="0009022B" w:rsidRDefault="00313DE3" w:rsidP="0009022B">
      <w:pPr>
        <w:ind w:left="567" w:hanging="567"/>
        <w:rPr>
          <w:rFonts w:ascii="Calibri" w:hAnsi="Calibri"/>
          <w:i/>
          <w:iCs/>
          <w:color w:val="FF0000"/>
          <w:sz w:val="22"/>
          <w:szCs w:val="22"/>
        </w:rPr>
      </w:pPr>
    </w:p>
    <w:p w14:paraId="2ADF1469" w14:textId="77777777" w:rsidR="00C278C2" w:rsidRPr="005A2524" w:rsidRDefault="00644883" w:rsidP="00366375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0" w:color="auto"/>
        </w:pBdr>
        <w:shd w:val="pct10" w:color="auto" w:fill="auto"/>
        <w:ind w:left="567" w:hanging="567"/>
        <w:jc w:val="center"/>
        <w:rPr>
          <w:rFonts w:ascii="Calibri" w:hAnsi="Calibri"/>
          <w:sz w:val="22"/>
          <w:szCs w:val="22"/>
          <w:lang w:val="sr-Cyrl-RS"/>
        </w:rPr>
      </w:pPr>
      <w:r>
        <w:rPr>
          <w:rFonts w:ascii="Calibri" w:hAnsi="Calibri"/>
          <w:b/>
          <w:sz w:val="22"/>
          <w:szCs w:val="22"/>
          <w:lang w:val="sr-Cyrl-RS"/>
        </w:rPr>
        <w:t>Радна б</w:t>
      </w:r>
      <w:r w:rsidR="005A2524">
        <w:rPr>
          <w:rFonts w:ascii="Calibri" w:hAnsi="Calibri"/>
          <w:b/>
          <w:sz w:val="22"/>
          <w:szCs w:val="22"/>
          <w:lang w:val="sr-Cyrl-RS"/>
        </w:rPr>
        <w:t>иографија</w:t>
      </w:r>
    </w:p>
    <w:p w14:paraId="78783768" w14:textId="77777777" w:rsidR="00C278C2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after="0"/>
        <w:ind w:left="573" w:hanging="573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Презиме</w:t>
      </w:r>
      <w:r w:rsidR="00C278C2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  <w:r w:rsidR="00C278C2" w:rsidRPr="00D60EA9">
        <w:rPr>
          <w:rFonts w:ascii="Calibri" w:hAnsi="Calibri"/>
          <w:sz w:val="22"/>
          <w:szCs w:val="22"/>
        </w:rPr>
        <w:tab/>
      </w:r>
    </w:p>
    <w:p w14:paraId="36F28EE3" w14:textId="77777777" w:rsidR="0018765E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Име</w:t>
      </w:r>
      <w:r w:rsidR="00C278C2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126068EB" w14:textId="77777777" w:rsidR="0018765E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Контакт телефон</w:t>
      </w:r>
      <w:r w:rsidR="00C911E8">
        <w:rPr>
          <w:rFonts w:ascii="Calibri" w:hAnsi="Calibri"/>
          <w:b/>
          <w:sz w:val="22"/>
          <w:szCs w:val="22"/>
          <w:lang w:val="sr-Cyrl-RS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  <w:r w:rsidR="0018765E" w:rsidRPr="00D60EA9">
        <w:rPr>
          <w:rFonts w:ascii="Calibri" w:hAnsi="Calibri"/>
          <w:b/>
          <w:sz w:val="22"/>
          <w:szCs w:val="22"/>
        </w:rPr>
        <w:tab/>
      </w:r>
    </w:p>
    <w:p w14:paraId="17A5B9AB" w14:textId="77777777" w:rsidR="0018765E" w:rsidRPr="00785801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Адреса електронске поште (</w:t>
      </w:r>
      <w:r w:rsidRPr="00785801">
        <w:rPr>
          <w:rFonts w:ascii="Calibri" w:hAnsi="Calibri"/>
          <w:b/>
          <w:sz w:val="22"/>
          <w:szCs w:val="22"/>
        </w:rPr>
        <w:t>E-mail</w:t>
      </w:r>
      <w:r>
        <w:rPr>
          <w:rFonts w:ascii="Calibri" w:hAnsi="Calibri"/>
          <w:b/>
          <w:sz w:val="22"/>
          <w:szCs w:val="22"/>
          <w:lang w:val="sr-Cyrl-RS"/>
        </w:rPr>
        <w:t>)</w:t>
      </w:r>
      <w:r w:rsidR="0018765E" w:rsidRPr="00785801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4BD094BC" w14:textId="77777777" w:rsidR="00C278C2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Датум рођења</w:t>
      </w:r>
      <w:r w:rsidR="00C278C2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  <w:r w:rsidR="00C278C2" w:rsidRPr="00D60EA9">
        <w:rPr>
          <w:rFonts w:ascii="Calibri" w:hAnsi="Calibri"/>
          <w:sz w:val="22"/>
          <w:szCs w:val="22"/>
        </w:rPr>
        <w:tab/>
      </w:r>
    </w:p>
    <w:p w14:paraId="1BE6D24E" w14:textId="77777777" w:rsidR="00C278C2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Држављанство</w:t>
      </w:r>
      <w:r w:rsidR="00C278C2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  <w:r w:rsidR="00C278C2" w:rsidRPr="00D60EA9">
        <w:rPr>
          <w:rFonts w:ascii="Calibri" w:hAnsi="Calibri"/>
          <w:sz w:val="22"/>
          <w:szCs w:val="22"/>
        </w:rPr>
        <w:tab/>
      </w:r>
      <w:r w:rsidR="00C278C2" w:rsidRPr="00D60EA9">
        <w:rPr>
          <w:rFonts w:ascii="Calibri" w:hAnsi="Calibri"/>
          <w:sz w:val="22"/>
          <w:szCs w:val="22"/>
        </w:rPr>
        <w:tab/>
      </w:r>
    </w:p>
    <w:p w14:paraId="011EC44B" w14:textId="77777777" w:rsidR="00EB59FE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Образовање</w:t>
      </w:r>
      <w:r w:rsidR="00C278C2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145D2F71" w14:textId="77777777" w:rsidR="00A831D8" w:rsidRPr="00D60EA9" w:rsidRDefault="00A831D8" w:rsidP="00366375">
      <w:pPr>
        <w:pStyle w:val="fliesstext"/>
        <w:rPr>
          <w:rFonts w:ascii="Calibri" w:hAnsi="Calibri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670"/>
      </w:tblGrid>
      <w:tr w:rsidR="00EB59FE" w:rsidRPr="00D60EA9" w14:paraId="4A848452" w14:textId="77777777" w:rsidTr="00366375">
        <w:tc>
          <w:tcPr>
            <w:tcW w:w="4039" w:type="dxa"/>
          </w:tcPr>
          <w:p w14:paraId="55F1AC63" w14:textId="77777777" w:rsidR="00EB59FE" w:rsidRPr="005A2524" w:rsidRDefault="005A2524" w:rsidP="00366375">
            <w:pPr>
              <w:jc w:val="both"/>
              <w:rPr>
                <w:rFonts w:ascii="Calibri" w:hAnsi="Calibri"/>
                <w:b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Образовна институција:</w:t>
            </w:r>
          </w:p>
        </w:tc>
        <w:tc>
          <w:tcPr>
            <w:tcW w:w="5670" w:type="dxa"/>
          </w:tcPr>
          <w:p w14:paraId="336F28FF" w14:textId="77777777" w:rsidR="00EB59FE" w:rsidRPr="00D60EA9" w:rsidRDefault="00EB59FE" w:rsidP="00366375">
            <w:pPr>
              <w:jc w:val="both"/>
              <w:rPr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EB59FE" w:rsidRPr="00D60EA9" w14:paraId="4F413F70" w14:textId="77777777" w:rsidTr="00366375">
        <w:tc>
          <w:tcPr>
            <w:tcW w:w="4039" w:type="dxa"/>
          </w:tcPr>
          <w:p w14:paraId="58D514C8" w14:textId="77777777" w:rsidR="00EB59FE" w:rsidRPr="00D60EA9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Временски период</w:t>
            </w:r>
            <w:r w:rsidR="00F360C0" w:rsidRPr="00D60EA9">
              <w:rPr>
                <w:rFonts w:ascii="Calibri" w:hAnsi="Calibri"/>
                <w:iCs/>
                <w:sz w:val="22"/>
                <w:szCs w:val="22"/>
              </w:rPr>
              <w:t>:</w:t>
            </w:r>
          </w:p>
        </w:tc>
        <w:tc>
          <w:tcPr>
            <w:tcW w:w="5670" w:type="dxa"/>
          </w:tcPr>
          <w:p w14:paraId="018B1214" w14:textId="77777777" w:rsidR="00EB59FE" w:rsidRPr="00D60EA9" w:rsidRDefault="00EB59FE" w:rsidP="0036637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B59FE" w:rsidRPr="00D60EA9" w14:paraId="4AF4EED3" w14:textId="77777777" w:rsidTr="00366375">
        <w:tc>
          <w:tcPr>
            <w:tcW w:w="4039" w:type="dxa"/>
          </w:tcPr>
          <w:p w14:paraId="152B920B" w14:textId="77777777" w:rsidR="00EB59FE" w:rsidRPr="005A2524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Стечена диплома:</w:t>
            </w:r>
          </w:p>
        </w:tc>
        <w:tc>
          <w:tcPr>
            <w:tcW w:w="5670" w:type="dxa"/>
          </w:tcPr>
          <w:p w14:paraId="438E7395" w14:textId="77777777" w:rsidR="00EB59FE" w:rsidRPr="00D60EA9" w:rsidRDefault="00EB59FE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317AEA5F" w14:textId="77777777" w:rsidR="00C278C2" w:rsidRPr="00D60EA9" w:rsidRDefault="00C278C2" w:rsidP="00366375">
      <w:pPr>
        <w:pStyle w:val="Heading1"/>
        <w:numPr>
          <w:ilvl w:val="0"/>
          <w:numId w:val="0"/>
        </w:numPr>
        <w:tabs>
          <w:tab w:val="clear" w:pos="3119"/>
          <w:tab w:val="left" w:pos="3969"/>
        </w:tabs>
        <w:spacing w:before="0" w:after="0"/>
        <w:rPr>
          <w:rFonts w:ascii="Calibri" w:hAnsi="Calibri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670"/>
      </w:tblGrid>
      <w:tr w:rsidR="00F07858" w:rsidRPr="00D60EA9" w14:paraId="1C5B18E9" w14:textId="77777777" w:rsidTr="00366375">
        <w:tc>
          <w:tcPr>
            <w:tcW w:w="4039" w:type="dxa"/>
          </w:tcPr>
          <w:p w14:paraId="537E108F" w14:textId="77777777" w:rsidR="00F07858" w:rsidRPr="00D60EA9" w:rsidRDefault="005A2524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Образовна институција:</w:t>
            </w:r>
          </w:p>
        </w:tc>
        <w:tc>
          <w:tcPr>
            <w:tcW w:w="5670" w:type="dxa"/>
          </w:tcPr>
          <w:p w14:paraId="264E13D2" w14:textId="77777777" w:rsidR="00F07858" w:rsidRPr="00D60EA9" w:rsidRDefault="00F07858" w:rsidP="00366375">
            <w:pPr>
              <w:jc w:val="both"/>
              <w:rPr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F07858" w:rsidRPr="00D60EA9" w14:paraId="409B6A21" w14:textId="77777777" w:rsidTr="00366375">
        <w:tc>
          <w:tcPr>
            <w:tcW w:w="4039" w:type="dxa"/>
          </w:tcPr>
          <w:p w14:paraId="6DD77045" w14:textId="77777777" w:rsidR="00F07858" w:rsidRPr="00D60EA9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Временски период</w:t>
            </w:r>
            <w:r w:rsidRPr="00D60EA9">
              <w:rPr>
                <w:rFonts w:ascii="Calibri" w:hAnsi="Calibri"/>
                <w:iCs/>
                <w:sz w:val="22"/>
                <w:szCs w:val="22"/>
              </w:rPr>
              <w:t>:</w:t>
            </w:r>
          </w:p>
        </w:tc>
        <w:tc>
          <w:tcPr>
            <w:tcW w:w="5670" w:type="dxa"/>
          </w:tcPr>
          <w:p w14:paraId="7CFAE7CC" w14:textId="77777777" w:rsidR="00F07858" w:rsidRPr="00D60EA9" w:rsidRDefault="00F07858" w:rsidP="0036637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F07858" w:rsidRPr="00D60EA9" w14:paraId="3E036425" w14:textId="77777777" w:rsidTr="00366375">
        <w:tc>
          <w:tcPr>
            <w:tcW w:w="4039" w:type="dxa"/>
          </w:tcPr>
          <w:p w14:paraId="254358EB" w14:textId="77777777" w:rsidR="00F07858" w:rsidRPr="00D60EA9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Стечена диплома:</w:t>
            </w:r>
          </w:p>
        </w:tc>
        <w:tc>
          <w:tcPr>
            <w:tcW w:w="5670" w:type="dxa"/>
          </w:tcPr>
          <w:p w14:paraId="23B6FC8D" w14:textId="77777777" w:rsidR="00F07858" w:rsidRPr="00D60EA9" w:rsidRDefault="00F07858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2325BEC1" w14:textId="77777777" w:rsidR="00C278C2" w:rsidRPr="00D60EA9" w:rsidRDefault="00C278C2" w:rsidP="00366375">
      <w:pPr>
        <w:jc w:val="both"/>
        <w:rPr>
          <w:rFonts w:ascii="Calibri" w:hAnsi="Calibri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670"/>
      </w:tblGrid>
      <w:tr w:rsidR="00F07858" w:rsidRPr="00D60EA9" w14:paraId="05C4F8F6" w14:textId="77777777" w:rsidTr="00366375">
        <w:tc>
          <w:tcPr>
            <w:tcW w:w="4039" w:type="dxa"/>
          </w:tcPr>
          <w:p w14:paraId="7A13A762" w14:textId="77777777" w:rsidR="00F07858" w:rsidRPr="00D60EA9" w:rsidRDefault="005A2524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Образовна институција:</w:t>
            </w:r>
          </w:p>
        </w:tc>
        <w:tc>
          <w:tcPr>
            <w:tcW w:w="5670" w:type="dxa"/>
          </w:tcPr>
          <w:p w14:paraId="5F09606C" w14:textId="77777777" w:rsidR="00F07858" w:rsidRPr="00D60EA9" w:rsidRDefault="00F07858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7858" w:rsidRPr="00D60EA9" w14:paraId="02F80C09" w14:textId="77777777" w:rsidTr="00366375">
        <w:tc>
          <w:tcPr>
            <w:tcW w:w="4039" w:type="dxa"/>
          </w:tcPr>
          <w:p w14:paraId="708FB428" w14:textId="77777777" w:rsidR="00F07858" w:rsidRPr="00D60EA9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Временски период</w:t>
            </w:r>
            <w:r w:rsidRPr="00D60EA9">
              <w:rPr>
                <w:rFonts w:ascii="Calibri" w:hAnsi="Calibri"/>
                <w:iCs/>
                <w:sz w:val="22"/>
                <w:szCs w:val="22"/>
              </w:rPr>
              <w:t>:</w:t>
            </w:r>
          </w:p>
        </w:tc>
        <w:tc>
          <w:tcPr>
            <w:tcW w:w="5670" w:type="dxa"/>
          </w:tcPr>
          <w:p w14:paraId="53FF449D" w14:textId="77777777" w:rsidR="00F07858" w:rsidRPr="00D60EA9" w:rsidRDefault="00F07858" w:rsidP="0036637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F07858" w:rsidRPr="00D60EA9" w14:paraId="64C7C30B" w14:textId="77777777" w:rsidTr="00366375">
        <w:tc>
          <w:tcPr>
            <w:tcW w:w="4039" w:type="dxa"/>
          </w:tcPr>
          <w:p w14:paraId="00F27650" w14:textId="77777777" w:rsidR="00F07858" w:rsidRPr="00D60EA9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Стечена диплома:</w:t>
            </w:r>
          </w:p>
        </w:tc>
        <w:tc>
          <w:tcPr>
            <w:tcW w:w="5670" w:type="dxa"/>
          </w:tcPr>
          <w:p w14:paraId="70B181A6" w14:textId="77777777" w:rsidR="00F07858" w:rsidRPr="00D60EA9" w:rsidRDefault="00F07858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5E9272DB" w14:textId="77777777" w:rsidR="00A831D8" w:rsidRPr="00D60EA9" w:rsidRDefault="005A2524" w:rsidP="00366375">
      <w:pPr>
        <w:pStyle w:val="Heading1"/>
        <w:numPr>
          <w:ilvl w:val="0"/>
          <w:numId w:val="2"/>
        </w:numPr>
        <w:spacing w:after="120"/>
        <w:ind w:left="573" w:hanging="57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Чланство у стручним удружењима</w:t>
      </w:r>
      <w:r w:rsidR="00A831D8" w:rsidRPr="00D60EA9">
        <w:rPr>
          <w:rFonts w:ascii="Calibri" w:hAnsi="Calibri"/>
          <w:b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lang w:val="sr-Cyrl-RS"/>
        </w:rPr>
        <w:t>институцијама</w:t>
      </w:r>
      <w:r w:rsidR="00A831D8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334D310C" w14:textId="77777777" w:rsidR="00C278C2" w:rsidRPr="00D60EA9" w:rsidRDefault="005A2524" w:rsidP="00366375">
      <w:pPr>
        <w:pStyle w:val="Heading1"/>
        <w:numPr>
          <w:ilvl w:val="0"/>
          <w:numId w:val="2"/>
        </w:numPr>
        <w:spacing w:after="120"/>
        <w:ind w:left="573" w:hanging="573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Познавање језика</w:t>
      </w:r>
      <w:r w:rsidR="00C278C2" w:rsidRPr="00D60EA9">
        <w:rPr>
          <w:rFonts w:ascii="Calibri" w:hAnsi="Calibri"/>
          <w:b/>
          <w:sz w:val="22"/>
          <w:szCs w:val="22"/>
        </w:rPr>
        <w:t xml:space="preserve"> </w:t>
      </w:r>
      <w:r w:rsidR="00BC27E0" w:rsidRPr="00D60EA9">
        <w:rPr>
          <w:rFonts w:ascii="Calibri" w:hAnsi="Calibri"/>
          <w:b/>
          <w:sz w:val="22"/>
          <w:szCs w:val="22"/>
        </w:rPr>
        <w:t xml:space="preserve"> </w:t>
      </w:r>
      <w:r w:rsidR="00C911E8">
        <w:rPr>
          <w:rFonts w:ascii="Calibri" w:hAnsi="Calibri"/>
          <w:sz w:val="22"/>
          <w:szCs w:val="22"/>
          <w:lang w:val="sr-Cyrl-RS"/>
        </w:rPr>
        <w:t>(о</w:t>
      </w:r>
      <w:r>
        <w:rPr>
          <w:rFonts w:ascii="Calibri" w:hAnsi="Calibri"/>
          <w:sz w:val="22"/>
          <w:szCs w:val="22"/>
          <w:lang w:val="sr-Cyrl-RS"/>
        </w:rPr>
        <w:t>цене од</w:t>
      </w:r>
      <w:r w:rsidR="00A831D8" w:rsidRPr="00D60EA9">
        <w:rPr>
          <w:rFonts w:ascii="Calibri" w:hAnsi="Calibri"/>
          <w:sz w:val="22"/>
          <w:szCs w:val="22"/>
        </w:rPr>
        <w:t xml:space="preserve"> 1 (</w:t>
      </w:r>
      <w:r>
        <w:rPr>
          <w:rFonts w:ascii="Calibri" w:hAnsi="Calibri"/>
          <w:sz w:val="22"/>
          <w:szCs w:val="22"/>
          <w:lang w:val="sr-Cyrl-RS"/>
        </w:rPr>
        <w:t>одлично</w:t>
      </w:r>
      <w:r w:rsidR="00A831D8" w:rsidRPr="00D60EA9">
        <w:rPr>
          <w:rFonts w:ascii="Calibri" w:hAnsi="Calibri"/>
          <w:sz w:val="22"/>
          <w:szCs w:val="22"/>
        </w:rPr>
        <w:t xml:space="preserve">) </w:t>
      </w:r>
      <w:r>
        <w:rPr>
          <w:rFonts w:ascii="Calibri" w:hAnsi="Calibri"/>
          <w:sz w:val="22"/>
          <w:szCs w:val="22"/>
          <w:lang w:val="sr-Cyrl-RS"/>
        </w:rPr>
        <w:t xml:space="preserve">до </w:t>
      </w:r>
      <w:r w:rsidR="00A831D8" w:rsidRPr="00D60EA9">
        <w:rPr>
          <w:rFonts w:ascii="Calibri" w:hAnsi="Calibri"/>
          <w:sz w:val="22"/>
          <w:szCs w:val="22"/>
        </w:rPr>
        <w:t>5 (</w:t>
      </w:r>
      <w:r>
        <w:rPr>
          <w:rFonts w:ascii="Calibri" w:hAnsi="Calibri"/>
          <w:sz w:val="22"/>
          <w:szCs w:val="22"/>
          <w:lang w:val="sr-Cyrl-RS"/>
        </w:rPr>
        <w:t>основно</w:t>
      </w:r>
      <w:r w:rsidR="00BC27E0" w:rsidRPr="00D60EA9">
        <w:rPr>
          <w:rFonts w:ascii="Calibri" w:hAnsi="Calibri"/>
          <w:sz w:val="22"/>
          <w:szCs w:val="22"/>
        </w:rPr>
        <w:t>)</w:t>
      </w:r>
      <w:r w:rsidR="00C911E8">
        <w:rPr>
          <w:rFonts w:ascii="Calibri" w:hAnsi="Calibri"/>
          <w:sz w:val="22"/>
          <w:szCs w:val="22"/>
          <w:lang w:val="sr-Cyrl-RS"/>
        </w:rPr>
        <w:t>)</w:t>
      </w:r>
      <w:r w:rsidR="002D1B1C" w:rsidRPr="00D60EA9">
        <w:rPr>
          <w:rFonts w:ascii="Calibri" w:hAnsi="Calibri"/>
          <w:sz w:val="22"/>
          <w:szCs w:val="22"/>
        </w:rPr>
        <w:t>:</w:t>
      </w:r>
    </w:p>
    <w:tbl>
      <w:tblPr>
        <w:tblW w:w="8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985"/>
        <w:gridCol w:w="1985"/>
        <w:gridCol w:w="1985"/>
      </w:tblGrid>
      <w:tr w:rsidR="00C278C2" w:rsidRPr="00D60EA9" w14:paraId="442CFCC8" w14:textId="77777777" w:rsidTr="00C911E8">
        <w:trPr>
          <w:tblHeader/>
          <w:jc w:val="center"/>
        </w:trPr>
        <w:tc>
          <w:tcPr>
            <w:tcW w:w="2055" w:type="dxa"/>
            <w:tcBorders>
              <w:bottom w:val="nil"/>
            </w:tcBorders>
          </w:tcPr>
          <w:p w14:paraId="335F6C02" w14:textId="77777777" w:rsidR="00C278C2" w:rsidRPr="005A2524" w:rsidRDefault="005A2524" w:rsidP="00366375">
            <w:pPr>
              <w:keepNext/>
              <w:keepLines/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  <w:t>Језик</w:t>
            </w:r>
          </w:p>
        </w:tc>
        <w:tc>
          <w:tcPr>
            <w:tcW w:w="1985" w:type="dxa"/>
            <w:tcBorders>
              <w:bottom w:val="nil"/>
            </w:tcBorders>
          </w:tcPr>
          <w:p w14:paraId="6EBF499D" w14:textId="77777777" w:rsidR="00C278C2" w:rsidRPr="005A2524" w:rsidRDefault="005A2524" w:rsidP="00366375">
            <w:pPr>
              <w:keepNext/>
              <w:keepLines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  <w:t>Читање</w:t>
            </w:r>
          </w:p>
        </w:tc>
        <w:tc>
          <w:tcPr>
            <w:tcW w:w="1985" w:type="dxa"/>
            <w:tcBorders>
              <w:bottom w:val="nil"/>
            </w:tcBorders>
          </w:tcPr>
          <w:p w14:paraId="3B77F16A" w14:textId="77777777" w:rsidR="00C278C2" w:rsidRPr="005A2524" w:rsidRDefault="005A2524" w:rsidP="00366375">
            <w:pPr>
              <w:keepNext/>
              <w:keepLines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  <w:t>Говор</w:t>
            </w:r>
          </w:p>
        </w:tc>
        <w:tc>
          <w:tcPr>
            <w:tcW w:w="1985" w:type="dxa"/>
            <w:tcBorders>
              <w:bottom w:val="nil"/>
            </w:tcBorders>
          </w:tcPr>
          <w:p w14:paraId="03754036" w14:textId="77777777" w:rsidR="00C278C2" w:rsidRPr="005A2524" w:rsidRDefault="005A2524" w:rsidP="00366375">
            <w:pPr>
              <w:keepNext/>
              <w:keepLines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  <w:t>Писање</w:t>
            </w:r>
          </w:p>
        </w:tc>
      </w:tr>
      <w:tr w:rsidR="004F7725" w:rsidRPr="00D60EA9" w14:paraId="2A915C58" w14:textId="77777777" w:rsidTr="00C911E8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blBorders>
        </w:tblPrEx>
        <w:trPr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A6218" w14:textId="77777777" w:rsidR="004F7725" w:rsidRPr="00C911E8" w:rsidRDefault="00C911E8" w:rsidP="00366375">
            <w:pPr>
              <w:pStyle w:val="normaltableau"/>
              <w:spacing w:before="0" w:after="0"/>
              <w:jc w:val="left"/>
              <w:rPr>
                <w:rFonts w:ascii="Calibri" w:hAnsi="Calibri"/>
                <w:bCs/>
                <w:szCs w:val="22"/>
                <w:lang w:val="sr-Cyrl-RS"/>
              </w:rPr>
            </w:pPr>
            <w:r w:rsidRPr="00C911E8">
              <w:rPr>
                <w:rFonts w:ascii="Calibri" w:hAnsi="Calibri"/>
                <w:bCs/>
                <w:szCs w:val="22"/>
                <w:lang w:val="sr-Cyrl-RS"/>
              </w:rPr>
              <w:t xml:space="preserve">1. </w:t>
            </w:r>
          </w:p>
        </w:tc>
        <w:tc>
          <w:tcPr>
            <w:tcW w:w="59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99B" w14:textId="77777777" w:rsidR="004F7725" w:rsidRPr="00C911E8" w:rsidRDefault="005A2524" w:rsidP="00366375">
            <w:pPr>
              <w:keepNext/>
              <w:keepLines/>
              <w:jc w:val="center"/>
              <w:rPr>
                <w:rFonts w:ascii="Calibri" w:hAnsi="Calibri"/>
                <w:bCs/>
                <w:sz w:val="22"/>
                <w:szCs w:val="22"/>
                <w:lang w:val="sr-Cyrl-RS"/>
              </w:rPr>
            </w:pPr>
            <w:r w:rsidRPr="00C911E8">
              <w:rPr>
                <w:rFonts w:ascii="Calibri" w:hAnsi="Calibri"/>
                <w:bCs/>
                <w:sz w:val="22"/>
                <w:szCs w:val="22"/>
                <w:lang w:val="sr-Cyrl-RS"/>
              </w:rPr>
              <w:t>Матерњи</w:t>
            </w:r>
          </w:p>
        </w:tc>
      </w:tr>
      <w:tr w:rsidR="00A017FF" w:rsidRPr="00D60EA9" w14:paraId="65C38B35" w14:textId="77777777" w:rsidTr="00C911E8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blBorders>
        </w:tblPrEx>
        <w:trPr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14:paraId="259055D1" w14:textId="77777777" w:rsidR="00A017FF" w:rsidRPr="00C911E8" w:rsidRDefault="00C911E8" w:rsidP="00366375">
            <w:pPr>
              <w:pStyle w:val="normaltableau"/>
              <w:spacing w:before="0" w:after="0"/>
              <w:jc w:val="left"/>
              <w:rPr>
                <w:rFonts w:ascii="Calibri" w:hAnsi="Calibri"/>
                <w:bCs/>
                <w:szCs w:val="22"/>
                <w:lang w:val="sr-Cyrl-RS"/>
              </w:rPr>
            </w:pPr>
            <w:r w:rsidRPr="00C911E8">
              <w:rPr>
                <w:rFonts w:ascii="Calibri" w:hAnsi="Calibri"/>
                <w:bCs/>
                <w:szCs w:val="22"/>
                <w:lang w:val="sr-Cyrl-RS"/>
              </w:rPr>
              <w:t xml:space="preserve">2. </w:t>
            </w:r>
          </w:p>
        </w:tc>
        <w:tc>
          <w:tcPr>
            <w:tcW w:w="1985" w:type="dxa"/>
            <w:tcBorders>
              <w:top w:val="nil"/>
              <w:bottom w:val="single" w:sz="6" w:space="0" w:color="auto"/>
            </w:tcBorders>
          </w:tcPr>
          <w:p w14:paraId="2D38EF18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bottom w:val="single" w:sz="6" w:space="0" w:color="auto"/>
            </w:tcBorders>
          </w:tcPr>
          <w:p w14:paraId="7C394016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14:paraId="3B5C7A10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017FF" w:rsidRPr="00D60EA9" w14:paraId="46880DA9" w14:textId="77777777" w:rsidTr="00C911E8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blBorders>
        </w:tblPrEx>
        <w:trPr>
          <w:jc w:val="center"/>
        </w:trPr>
        <w:tc>
          <w:tcPr>
            <w:tcW w:w="20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9C05077" w14:textId="77777777" w:rsidR="00A017FF" w:rsidRPr="00C911E8" w:rsidRDefault="00C911E8" w:rsidP="00366375">
            <w:pPr>
              <w:pStyle w:val="normaltableau"/>
              <w:spacing w:before="0" w:after="0"/>
              <w:jc w:val="left"/>
              <w:rPr>
                <w:rFonts w:ascii="Calibri" w:hAnsi="Calibri"/>
                <w:bCs/>
                <w:szCs w:val="22"/>
                <w:lang w:val="sr-Cyrl-RS"/>
              </w:rPr>
            </w:pPr>
            <w:r w:rsidRPr="00C911E8">
              <w:rPr>
                <w:rFonts w:ascii="Calibri" w:hAnsi="Calibri"/>
                <w:bCs/>
                <w:szCs w:val="22"/>
                <w:lang w:val="sr-Cyrl-RS"/>
              </w:rPr>
              <w:t xml:space="preserve">3. 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01DBA167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61CB9A6C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F00F4E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C80DC91" w14:textId="77777777" w:rsidR="00A831D8" w:rsidRPr="00D60EA9" w:rsidRDefault="005A2524" w:rsidP="00366375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Остале вештине</w:t>
      </w:r>
      <w:r w:rsidR="00694089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269A8E27" w14:textId="77777777" w:rsidR="00A831D8" w:rsidRPr="00D60EA9" w:rsidRDefault="005A2524" w:rsidP="00366375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Садашње радно место</w:t>
      </w:r>
      <w:r w:rsidR="00D60EA9" w:rsidRPr="00D60EA9">
        <w:rPr>
          <w:rFonts w:ascii="Calibri" w:hAnsi="Calibri"/>
          <w:b/>
          <w:sz w:val="22"/>
          <w:szCs w:val="22"/>
        </w:rPr>
        <w:t>:</w:t>
      </w:r>
    </w:p>
    <w:p w14:paraId="124C422A" w14:textId="77777777" w:rsidR="00A831D8" w:rsidRPr="00D60EA9" w:rsidRDefault="005A2524" w:rsidP="00366375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  <w:lang w:val="sr-Cyrl-RS"/>
        </w:rPr>
        <w:t>Број година на садашњем радном месту</w:t>
      </w:r>
      <w:r w:rsidR="00D60EA9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1293107D" w14:textId="77777777" w:rsidR="00D60EA9" w:rsidRPr="00D60EA9" w:rsidRDefault="005A2524" w:rsidP="00366375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Главне квалификације</w:t>
      </w:r>
      <w:r w:rsidR="00D60EA9" w:rsidRPr="00D60EA9">
        <w:rPr>
          <w:rFonts w:ascii="Calibri" w:hAnsi="Calibri"/>
          <w:b/>
          <w:sz w:val="22"/>
          <w:szCs w:val="22"/>
        </w:rPr>
        <w:t xml:space="preserve"> </w:t>
      </w:r>
      <w:r w:rsidR="00D60EA9" w:rsidRPr="00D60EA9">
        <w:rPr>
          <w:rFonts w:ascii="Calibri" w:hAnsi="Calibri"/>
          <w:sz w:val="22"/>
          <w:szCs w:val="22"/>
        </w:rPr>
        <w:t>(</w:t>
      </w:r>
      <w:r>
        <w:rPr>
          <w:rFonts w:ascii="Calibri" w:hAnsi="Calibri"/>
          <w:sz w:val="22"/>
          <w:szCs w:val="22"/>
          <w:lang w:val="sr-Cyrl-RS"/>
        </w:rPr>
        <w:t xml:space="preserve">релевантне за </w:t>
      </w:r>
      <w:bookmarkStart w:id="0" w:name="_Hlk160703014"/>
      <w:r>
        <w:rPr>
          <w:rFonts w:ascii="Calibri" w:hAnsi="Calibri"/>
          <w:sz w:val="22"/>
          <w:szCs w:val="22"/>
          <w:lang w:val="sr-Cyrl-RS"/>
        </w:rPr>
        <w:t>позицију</w:t>
      </w:r>
      <w:r w:rsidR="00D60EA9" w:rsidRPr="00D60EA9">
        <w:rPr>
          <w:rFonts w:ascii="Calibri" w:hAnsi="Calibri"/>
          <w:sz w:val="22"/>
          <w:szCs w:val="22"/>
        </w:rPr>
        <w:t xml:space="preserve"> </w:t>
      </w:r>
      <w:r w:rsidR="007471FA">
        <w:rPr>
          <w:rFonts w:ascii="Calibri" w:hAnsi="Calibri"/>
          <w:sz w:val="22"/>
          <w:szCs w:val="22"/>
          <w:lang w:val="sr-Cyrl-RS"/>
        </w:rPr>
        <w:t>за коју се пријављујете</w:t>
      </w:r>
      <w:bookmarkEnd w:id="0"/>
      <w:r w:rsidR="00D60EA9" w:rsidRPr="00D60EA9">
        <w:rPr>
          <w:rFonts w:ascii="Calibri" w:hAnsi="Calibri"/>
          <w:sz w:val="22"/>
          <w:szCs w:val="22"/>
        </w:rPr>
        <w:t>)</w:t>
      </w:r>
    </w:p>
    <w:p w14:paraId="2EEC4CF9" w14:textId="77777777" w:rsidR="00D60EA9" w:rsidRPr="00D60EA9" w:rsidRDefault="00D60EA9" w:rsidP="00366375">
      <w:pPr>
        <w:numPr>
          <w:ilvl w:val="0"/>
          <w:numId w:val="3"/>
        </w:numPr>
        <w:spacing w:after="120"/>
        <w:rPr>
          <w:rFonts w:ascii="Calibri" w:hAnsi="Calibri" w:cs="Arial"/>
          <w:sz w:val="20"/>
          <w:lang w:eastAsia="es-ES"/>
        </w:rPr>
      </w:pPr>
    </w:p>
    <w:p w14:paraId="3A51C3D3" w14:textId="77777777" w:rsidR="00D60EA9" w:rsidRPr="00D60EA9" w:rsidRDefault="00D60EA9" w:rsidP="00366375">
      <w:pPr>
        <w:numPr>
          <w:ilvl w:val="0"/>
          <w:numId w:val="3"/>
        </w:numPr>
        <w:spacing w:after="120"/>
        <w:rPr>
          <w:rFonts w:ascii="Calibri" w:hAnsi="Calibri" w:cs="Arial"/>
          <w:sz w:val="20"/>
        </w:rPr>
      </w:pPr>
    </w:p>
    <w:p w14:paraId="6DD2478C" w14:textId="63A4C2CD" w:rsidR="00D60EA9" w:rsidRPr="00D60EA9" w:rsidRDefault="007471FA" w:rsidP="00366375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Радно искуство</w:t>
      </w:r>
      <w:r w:rsidR="00D60EA9" w:rsidRPr="00D60EA9">
        <w:rPr>
          <w:rFonts w:ascii="Calibri" w:hAnsi="Calibri"/>
          <w:b/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double" w:sz="6" w:space="0" w:color="808080"/>
          <w:left w:val="double" w:sz="6" w:space="0" w:color="808080"/>
          <w:bottom w:val="double" w:sz="6" w:space="0" w:color="808080"/>
          <w:right w:val="doub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202"/>
        <w:gridCol w:w="4510"/>
      </w:tblGrid>
      <w:tr w:rsidR="00D60EA9" w:rsidRPr="00D60EA9" w14:paraId="58A40391" w14:textId="77777777" w:rsidTr="00D60EA9">
        <w:trPr>
          <w:jc w:val="center"/>
        </w:trPr>
        <w:tc>
          <w:tcPr>
            <w:tcW w:w="2202" w:type="dxa"/>
            <w:tcBorders>
              <w:top w:val="doub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D6EE"/>
            <w:hideMark/>
          </w:tcPr>
          <w:p w14:paraId="370FB428" w14:textId="77777777" w:rsidR="00D60EA9" w:rsidRPr="007471FA" w:rsidRDefault="007471FA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  <w:lang w:val="sr-Cyrl-RS" w:eastAsia="es-ES"/>
              </w:rPr>
            </w:pPr>
            <w:r>
              <w:rPr>
                <w:rFonts w:ascii="Calibri" w:hAnsi="Calibri" w:cs="Arial"/>
                <w:sz w:val="20"/>
                <w:lang w:val="sr-Cyrl-RS"/>
              </w:rPr>
              <w:t>Држава</w:t>
            </w:r>
          </w:p>
        </w:tc>
        <w:tc>
          <w:tcPr>
            <w:tcW w:w="4510" w:type="dxa"/>
            <w:tcBorders>
              <w:top w:val="doub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  <w:shd w:val="clear" w:color="auto" w:fill="BDD6EE"/>
            <w:hideMark/>
          </w:tcPr>
          <w:p w14:paraId="707F2464" w14:textId="77777777" w:rsidR="00D60EA9" w:rsidRPr="00D60EA9" w:rsidRDefault="007471FA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  <w:lang w:val="sr-Cyrl-RS"/>
              </w:rPr>
              <w:t>Временски период</w:t>
            </w:r>
            <w:r w:rsidR="00D60EA9" w:rsidRPr="00D60EA9">
              <w:rPr>
                <w:rFonts w:ascii="Calibri" w:hAnsi="Calibri" w:cs="Arial"/>
                <w:sz w:val="20"/>
              </w:rPr>
              <w:t>:</w:t>
            </w:r>
          </w:p>
        </w:tc>
      </w:tr>
      <w:tr w:rsidR="00D60EA9" w:rsidRPr="00D60EA9" w14:paraId="605E6EF5" w14:textId="77777777" w:rsidTr="00D60EA9">
        <w:trPr>
          <w:jc w:val="center"/>
        </w:trPr>
        <w:tc>
          <w:tcPr>
            <w:tcW w:w="2202" w:type="dxa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2729B99A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06C22051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60EA9" w:rsidRPr="00D60EA9" w14:paraId="7BB5D09E" w14:textId="77777777" w:rsidTr="00D60EA9">
        <w:trPr>
          <w:jc w:val="center"/>
        </w:trPr>
        <w:tc>
          <w:tcPr>
            <w:tcW w:w="2202" w:type="dxa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21D39B4D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4DF99AD6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60EA9" w:rsidRPr="00D60EA9" w14:paraId="3916A44E" w14:textId="77777777" w:rsidTr="00D60EA9">
        <w:trPr>
          <w:jc w:val="center"/>
        </w:trPr>
        <w:tc>
          <w:tcPr>
            <w:tcW w:w="2202" w:type="dxa"/>
            <w:tcBorders>
              <w:top w:val="single" w:sz="6" w:space="0" w:color="808080"/>
              <w:left w:val="double" w:sz="6" w:space="0" w:color="808080"/>
              <w:bottom w:val="double" w:sz="6" w:space="0" w:color="808080"/>
              <w:right w:val="single" w:sz="6" w:space="0" w:color="808080"/>
            </w:tcBorders>
          </w:tcPr>
          <w:p w14:paraId="0911252E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510" w:type="dxa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double" w:sz="6" w:space="0" w:color="808080"/>
            </w:tcBorders>
          </w:tcPr>
          <w:p w14:paraId="71CBF8D9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14:paraId="34AA0766" w14:textId="77777777" w:rsidR="00D60EA9" w:rsidRPr="00D60EA9" w:rsidRDefault="00D60EA9" w:rsidP="00D60EA9">
      <w:pPr>
        <w:pStyle w:val="fliesstext"/>
        <w:rPr>
          <w:rFonts w:ascii="Calibri" w:hAnsi="Calibri"/>
        </w:rPr>
      </w:pPr>
    </w:p>
    <w:p w14:paraId="79EA9D55" w14:textId="77777777" w:rsidR="0018765E" w:rsidRPr="00D60EA9" w:rsidRDefault="0018765E" w:rsidP="0018765E">
      <w:pPr>
        <w:pStyle w:val="fliesstext"/>
        <w:ind w:left="0"/>
        <w:rPr>
          <w:rFonts w:ascii="Calibri" w:hAnsi="Calibri"/>
        </w:rPr>
        <w:sectPr w:rsidR="0018765E" w:rsidRPr="00D60EA9" w:rsidSect="00704A8B">
          <w:headerReference w:type="default" r:id="rId10"/>
          <w:footerReference w:type="default" r:id="rId11"/>
          <w:pgSz w:w="11906" w:h="16838" w:code="9"/>
          <w:pgMar w:top="1276" w:right="1133" w:bottom="1134" w:left="1134" w:header="567" w:footer="851" w:gutter="0"/>
          <w:paperSrc w:first="7" w:other="7"/>
          <w:cols w:space="720"/>
        </w:sectPr>
      </w:pPr>
    </w:p>
    <w:p w14:paraId="38A2B872" w14:textId="3340A84B" w:rsidR="00C278C2" w:rsidRPr="00D60EA9" w:rsidRDefault="007471FA" w:rsidP="00A800D1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lastRenderedPageBreak/>
        <w:t>Радно искуство</w:t>
      </w:r>
      <w:r w:rsidR="0009022B">
        <w:rPr>
          <w:rFonts w:ascii="Calibri" w:hAnsi="Calibri"/>
          <w:b/>
          <w:sz w:val="22"/>
          <w:szCs w:val="22"/>
          <w:lang w:val="sr-Latn-RS"/>
        </w:rPr>
        <w:t xml:space="preserve"> </w:t>
      </w:r>
      <w:r w:rsidR="0009022B">
        <w:rPr>
          <w:rFonts w:ascii="Calibri" w:hAnsi="Calibri"/>
          <w:b/>
          <w:sz w:val="22"/>
          <w:szCs w:val="22"/>
          <w:lang w:val="sr-Cyrl-RS"/>
        </w:rPr>
        <w:t>релевантно за позицију за коју се пријављујете</w:t>
      </w:r>
      <w:r w:rsidR="00043C14" w:rsidRPr="00D60EA9">
        <w:rPr>
          <w:rFonts w:ascii="Calibri" w:hAnsi="Calibri"/>
          <w:b/>
          <w:sz w:val="22"/>
          <w:szCs w:val="22"/>
        </w:rPr>
        <w:t>:</w:t>
      </w:r>
      <w:r w:rsidR="0009022B" w:rsidRPr="0009022B">
        <w:rPr>
          <w:rFonts w:ascii="Calibri" w:hAnsi="Calibri"/>
          <w:b/>
          <w:sz w:val="22"/>
          <w:szCs w:val="22"/>
          <w:lang w:val="sr-Cyrl-RS"/>
        </w:rPr>
        <w:t xml:space="preserve"> </w:t>
      </w:r>
      <w:r w:rsidR="0009022B" w:rsidRPr="0009022B">
        <w:rPr>
          <w:rFonts w:ascii="Calibri" w:hAnsi="Calibri"/>
          <w:b/>
          <w:i/>
          <w:iCs/>
          <w:color w:val="FF0000"/>
          <w:sz w:val="22"/>
          <w:szCs w:val="22"/>
          <w:lang w:val="sr-Cyrl-RS"/>
        </w:rPr>
        <w:t>( навести област и позицију )</w:t>
      </w:r>
    </w:p>
    <w:tbl>
      <w:tblPr>
        <w:tblW w:w="4957" w:type="pct"/>
        <w:tblBorders>
          <w:top w:val="double" w:sz="6" w:space="0" w:color="808080"/>
          <w:left w:val="double" w:sz="6" w:space="0" w:color="808080"/>
          <w:bottom w:val="double" w:sz="6" w:space="0" w:color="808080"/>
          <w:right w:val="double" w:sz="6" w:space="0" w:color="808080"/>
          <w:insideH w:val="single" w:sz="6" w:space="0" w:color="808080"/>
          <w:insideV w:val="single" w:sz="6" w:space="0" w:color="808080"/>
        </w:tblBorders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207"/>
        <w:gridCol w:w="1547"/>
        <w:gridCol w:w="1904"/>
        <w:gridCol w:w="2698"/>
        <w:gridCol w:w="6481"/>
      </w:tblGrid>
      <w:tr w:rsidR="00313DE3" w:rsidRPr="00D60EA9" w14:paraId="613DD6E8" w14:textId="53597814" w:rsidTr="00313DE3">
        <w:trPr>
          <w:cantSplit/>
        </w:trPr>
        <w:tc>
          <w:tcPr>
            <w:tcW w:w="436" w:type="pct"/>
            <w:tcBorders>
              <w:top w:val="doub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D6EE"/>
            <w:vAlign w:val="center"/>
            <w:hideMark/>
          </w:tcPr>
          <w:p w14:paraId="558ABCE9" w14:textId="77777777" w:rsidR="00313DE3" w:rsidRPr="00D60EA9" w:rsidRDefault="00313DE3">
            <w:pPr>
              <w:pStyle w:val="normaltableau"/>
              <w:keepNext/>
              <w:keepLines/>
              <w:spacing w:before="0" w:after="0"/>
              <w:jc w:val="center"/>
              <w:rPr>
                <w:rFonts w:ascii="Calibri" w:hAnsi="Calibri" w:cs="Arial"/>
                <w:b/>
                <w:sz w:val="20"/>
                <w:lang w:eastAsia="es-ES"/>
              </w:rPr>
            </w:pPr>
            <w:bookmarkStart w:id="1" w:name="OLE_LINK1"/>
            <w:bookmarkStart w:id="2" w:name="OLE_LINK2"/>
            <w:r>
              <w:rPr>
                <w:rFonts w:ascii="Calibri" w:hAnsi="Calibri" w:cs="Arial"/>
                <w:b/>
                <w:sz w:val="20"/>
                <w:lang w:val="sr-Cyrl-RS"/>
              </w:rPr>
              <w:t>Временски период</w:t>
            </w:r>
            <w:bookmarkEnd w:id="1"/>
            <w:bookmarkEnd w:id="2"/>
          </w:p>
        </w:tc>
        <w:tc>
          <w:tcPr>
            <w:tcW w:w="559" w:type="pct"/>
            <w:tcBorders>
              <w:top w:val="doub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D6EE"/>
            <w:vAlign w:val="center"/>
            <w:hideMark/>
          </w:tcPr>
          <w:p w14:paraId="467E2C22" w14:textId="77777777" w:rsidR="00313DE3" w:rsidRPr="007471FA" w:rsidRDefault="00313DE3">
            <w:pPr>
              <w:pStyle w:val="normaltableau"/>
              <w:keepNext/>
              <w:keepLines/>
              <w:spacing w:before="0" w:after="0"/>
              <w:jc w:val="center"/>
              <w:rPr>
                <w:rFonts w:ascii="Calibri" w:hAnsi="Calibri" w:cs="Arial"/>
                <w:b/>
                <w:sz w:val="20"/>
                <w:lang w:val="sr-Cyrl-RS"/>
              </w:rPr>
            </w:pPr>
            <w:r>
              <w:rPr>
                <w:rFonts w:ascii="Calibri" w:hAnsi="Calibri" w:cs="Arial"/>
                <w:b/>
                <w:sz w:val="20"/>
                <w:lang w:val="sr-Cyrl-RS"/>
              </w:rPr>
              <w:t>Место</w:t>
            </w:r>
          </w:p>
        </w:tc>
        <w:tc>
          <w:tcPr>
            <w:tcW w:w="688" w:type="pct"/>
            <w:tcBorders>
              <w:top w:val="doub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D6EE"/>
            <w:vAlign w:val="center"/>
            <w:hideMark/>
          </w:tcPr>
          <w:p w14:paraId="716FE6FF" w14:textId="77777777" w:rsidR="00313DE3" w:rsidRPr="007471FA" w:rsidRDefault="00313DE3">
            <w:pPr>
              <w:pStyle w:val="normaltableau"/>
              <w:keepNext/>
              <w:keepLines/>
              <w:spacing w:before="0" w:after="0"/>
              <w:jc w:val="center"/>
              <w:rPr>
                <w:rFonts w:ascii="Calibri" w:hAnsi="Calibri" w:cs="Arial"/>
                <w:b/>
                <w:sz w:val="20"/>
                <w:lang w:val="sr-Cyrl-RS"/>
              </w:rPr>
            </w:pPr>
            <w:r>
              <w:rPr>
                <w:rFonts w:ascii="Calibri" w:hAnsi="Calibri" w:cs="Arial"/>
                <w:b/>
                <w:sz w:val="20"/>
                <w:lang w:val="sr-Cyrl-RS"/>
              </w:rPr>
              <w:t>Послодавац</w:t>
            </w:r>
          </w:p>
        </w:tc>
        <w:tc>
          <w:tcPr>
            <w:tcW w:w="975" w:type="pct"/>
            <w:tcBorders>
              <w:top w:val="doub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D6EE"/>
            <w:vAlign w:val="center"/>
            <w:hideMark/>
          </w:tcPr>
          <w:p w14:paraId="6CFDABE3" w14:textId="2B89293E" w:rsidR="00313DE3" w:rsidRPr="007471FA" w:rsidRDefault="00313DE3">
            <w:pPr>
              <w:pStyle w:val="normaltableau"/>
              <w:keepNext/>
              <w:keepLines/>
              <w:spacing w:before="0" w:after="0"/>
              <w:jc w:val="center"/>
              <w:rPr>
                <w:rFonts w:ascii="Calibri" w:hAnsi="Calibri" w:cs="Arial"/>
                <w:b/>
                <w:sz w:val="20"/>
                <w:lang w:val="sr-Cyrl-RS"/>
              </w:rPr>
            </w:pPr>
            <w:r>
              <w:rPr>
                <w:rFonts w:ascii="Calibri" w:hAnsi="Calibri" w:cs="Arial"/>
                <w:b/>
                <w:sz w:val="20"/>
                <w:lang w:val="sr-Cyrl-RS"/>
              </w:rPr>
              <w:t>Радно место /послови</w:t>
            </w:r>
          </w:p>
        </w:tc>
        <w:tc>
          <w:tcPr>
            <w:tcW w:w="2342" w:type="pct"/>
            <w:tcBorders>
              <w:top w:val="doub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  <w:shd w:val="clear" w:color="auto" w:fill="BDD6EE"/>
            <w:vAlign w:val="center"/>
            <w:hideMark/>
          </w:tcPr>
          <w:p w14:paraId="5AB808FE" w14:textId="77777777" w:rsidR="00313DE3" w:rsidRPr="00D60EA9" w:rsidRDefault="00313DE3">
            <w:pPr>
              <w:pStyle w:val="normaltableau"/>
              <w:keepNext/>
              <w:keepLines/>
              <w:spacing w:before="0" w:after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  <w:lang w:val="sr-Cyrl-RS"/>
              </w:rPr>
              <w:t>Главни послови и одговорности</w:t>
            </w:r>
          </w:p>
        </w:tc>
      </w:tr>
      <w:tr w:rsidR="00313DE3" w:rsidRPr="00D60EA9" w14:paraId="6FD526F6" w14:textId="507E2EE0" w:rsidTr="00313DE3">
        <w:trPr>
          <w:cantSplit/>
          <w:trHeight w:val="1124"/>
        </w:trPr>
        <w:tc>
          <w:tcPr>
            <w:tcW w:w="436" w:type="pct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1C6A6BEF" w14:textId="77777777" w:rsidR="00313DE3" w:rsidRPr="00D60EA9" w:rsidRDefault="00313DE3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55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9BB67A6" w14:textId="77777777" w:rsidR="00313DE3" w:rsidRPr="00D60EA9" w:rsidRDefault="00313DE3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68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5840B24" w14:textId="77777777" w:rsidR="00313DE3" w:rsidRPr="00D60EA9" w:rsidRDefault="00313DE3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97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5AC5AFE" w14:textId="77777777" w:rsidR="00313DE3" w:rsidRPr="00D60EA9" w:rsidRDefault="00313DE3">
            <w:pPr>
              <w:pStyle w:val="normaltableau"/>
              <w:keepNext/>
              <w:keepLines/>
              <w:tabs>
                <w:tab w:val="left" w:pos="346"/>
              </w:tabs>
              <w:spacing w:before="0" w:after="0"/>
              <w:ind w:left="138"/>
              <w:jc w:val="left"/>
              <w:rPr>
                <w:rFonts w:ascii="Calibri" w:hAnsi="Calibri" w:cs="Arial"/>
                <w:sz w:val="20"/>
                <w:lang w:val="en-US"/>
              </w:rPr>
            </w:pPr>
          </w:p>
        </w:tc>
        <w:tc>
          <w:tcPr>
            <w:tcW w:w="23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102B7FDE" w14:textId="77777777" w:rsidR="00313DE3" w:rsidRPr="00D60EA9" w:rsidRDefault="00313DE3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  <w:lang w:val="en-US"/>
              </w:rPr>
            </w:pPr>
          </w:p>
        </w:tc>
      </w:tr>
      <w:tr w:rsidR="00313DE3" w:rsidRPr="00D60EA9" w14:paraId="4C1B46C6" w14:textId="0F8AE23D" w:rsidTr="00313DE3">
        <w:trPr>
          <w:cantSplit/>
          <w:trHeight w:val="1124"/>
        </w:trPr>
        <w:tc>
          <w:tcPr>
            <w:tcW w:w="436" w:type="pct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5F4497DD" w14:textId="77777777" w:rsidR="00313DE3" w:rsidRPr="00D60EA9" w:rsidRDefault="00313DE3">
            <w:pPr>
              <w:pStyle w:val="normaltableau"/>
              <w:keepNext/>
              <w:keepLines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55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582D3B9" w14:textId="77777777" w:rsidR="00313DE3" w:rsidRPr="00D60EA9" w:rsidRDefault="00313DE3">
            <w:pPr>
              <w:pStyle w:val="normaltableau"/>
              <w:keepNext/>
              <w:keepLines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68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7014343" w14:textId="77777777" w:rsidR="00313DE3" w:rsidRPr="00D60EA9" w:rsidRDefault="00313DE3">
            <w:pPr>
              <w:pStyle w:val="normaltableau"/>
              <w:keepNext/>
              <w:keepLines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97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7E4020" w14:textId="77777777" w:rsidR="00313DE3" w:rsidRPr="00D60EA9" w:rsidRDefault="00313DE3">
            <w:pPr>
              <w:pStyle w:val="normaltableau"/>
              <w:keepNext/>
              <w:keepLines/>
              <w:tabs>
                <w:tab w:val="left" w:pos="346"/>
              </w:tabs>
              <w:spacing w:before="0" w:after="0"/>
              <w:ind w:left="138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23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246EDCD9" w14:textId="77777777" w:rsidR="00313DE3" w:rsidRPr="00D60EA9" w:rsidRDefault="00313DE3">
            <w:pPr>
              <w:pStyle w:val="normaltableau"/>
              <w:keepNext/>
              <w:keepLines/>
              <w:spacing w:before="0" w:after="0"/>
              <w:ind w:left="720"/>
              <w:jc w:val="left"/>
              <w:rPr>
                <w:rFonts w:ascii="Calibri" w:hAnsi="Calibri" w:cs="Arial"/>
                <w:sz w:val="20"/>
              </w:rPr>
            </w:pPr>
          </w:p>
        </w:tc>
      </w:tr>
      <w:tr w:rsidR="00313DE3" w:rsidRPr="00D60EA9" w14:paraId="224E0B03" w14:textId="09799C2F" w:rsidTr="00313DE3">
        <w:trPr>
          <w:cantSplit/>
          <w:trHeight w:val="521"/>
        </w:trPr>
        <w:tc>
          <w:tcPr>
            <w:tcW w:w="436" w:type="pct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4D7700E1" w14:textId="77777777" w:rsidR="00313DE3" w:rsidRPr="00D60EA9" w:rsidRDefault="00313DE3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55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969A79B" w14:textId="77777777" w:rsidR="00313DE3" w:rsidRPr="00D60EA9" w:rsidRDefault="00313DE3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68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54FC66B" w14:textId="77777777" w:rsidR="00313DE3" w:rsidRPr="00D60EA9" w:rsidRDefault="00313DE3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97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07BB9EF" w14:textId="77777777" w:rsidR="00313DE3" w:rsidRPr="00D60EA9" w:rsidRDefault="00313DE3">
            <w:pPr>
              <w:pStyle w:val="normaltableau"/>
              <w:keepNext/>
              <w:keepLines/>
              <w:tabs>
                <w:tab w:val="left" w:pos="346"/>
              </w:tabs>
              <w:spacing w:before="0" w:after="0"/>
              <w:ind w:left="138"/>
              <w:jc w:val="left"/>
              <w:rPr>
                <w:rFonts w:ascii="Calibri" w:hAnsi="Calibri" w:cs="Arial"/>
                <w:sz w:val="20"/>
                <w:lang w:val="en-US"/>
              </w:rPr>
            </w:pPr>
          </w:p>
        </w:tc>
        <w:tc>
          <w:tcPr>
            <w:tcW w:w="23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1598CF1B" w14:textId="77777777" w:rsidR="00313DE3" w:rsidRPr="00D60EA9" w:rsidRDefault="00313DE3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  <w:lang w:val="en-US"/>
              </w:rPr>
            </w:pPr>
          </w:p>
        </w:tc>
      </w:tr>
      <w:tr w:rsidR="00313DE3" w:rsidRPr="00D60EA9" w14:paraId="0EF7B459" w14:textId="7F2BD23B" w:rsidTr="00313DE3">
        <w:trPr>
          <w:cantSplit/>
        </w:trPr>
        <w:tc>
          <w:tcPr>
            <w:tcW w:w="436" w:type="pct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27094184" w14:textId="77777777" w:rsidR="00313DE3" w:rsidRPr="00D60EA9" w:rsidRDefault="00313DE3">
            <w:pPr>
              <w:pStyle w:val="normaltableau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55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9232D1C" w14:textId="77777777" w:rsidR="00313DE3" w:rsidRPr="00D60EA9" w:rsidRDefault="00313DE3">
            <w:pPr>
              <w:pStyle w:val="normaltableau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8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58661F0" w14:textId="77777777" w:rsidR="00313DE3" w:rsidRPr="00D60EA9" w:rsidRDefault="00313DE3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97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F681B10" w14:textId="77777777" w:rsidR="00313DE3" w:rsidRPr="00D60EA9" w:rsidRDefault="00313DE3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234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67E31DB6" w14:textId="77777777" w:rsidR="00313DE3" w:rsidRPr="00D60EA9" w:rsidRDefault="00313DE3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</w:tr>
      <w:tr w:rsidR="00313DE3" w:rsidRPr="00D60EA9" w14:paraId="72E4AFCC" w14:textId="12956EC6" w:rsidTr="00313DE3">
        <w:trPr>
          <w:cantSplit/>
        </w:trPr>
        <w:tc>
          <w:tcPr>
            <w:tcW w:w="436" w:type="pct"/>
            <w:tcBorders>
              <w:top w:val="single" w:sz="6" w:space="0" w:color="808080"/>
              <w:left w:val="double" w:sz="6" w:space="0" w:color="808080"/>
              <w:bottom w:val="double" w:sz="6" w:space="0" w:color="808080"/>
              <w:right w:val="single" w:sz="6" w:space="0" w:color="808080"/>
            </w:tcBorders>
          </w:tcPr>
          <w:p w14:paraId="4FCE7D04" w14:textId="77777777" w:rsidR="00313DE3" w:rsidRPr="00D60EA9" w:rsidRDefault="00313DE3">
            <w:pPr>
              <w:pStyle w:val="normaltableau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559" w:type="pct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single" w:sz="6" w:space="0" w:color="808080"/>
            </w:tcBorders>
          </w:tcPr>
          <w:p w14:paraId="3F9EF59E" w14:textId="77777777" w:rsidR="00313DE3" w:rsidRPr="00D60EA9" w:rsidRDefault="00313DE3">
            <w:pPr>
              <w:pStyle w:val="normaltableau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88" w:type="pct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single" w:sz="6" w:space="0" w:color="808080"/>
            </w:tcBorders>
          </w:tcPr>
          <w:p w14:paraId="50418F35" w14:textId="77777777" w:rsidR="00313DE3" w:rsidRPr="00D60EA9" w:rsidRDefault="00313DE3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975" w:type="pct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single" w:sz="6" w:space="0" w:color="808080"/>
            </w:tcBorders>
          </w:tcPr>
          <w:p w14:paraId="7E1FB1CD" w14:textId="77777777" w:rsidR="00313DE3" w:rsidRPr="00D60EA9" w:rsidRDefault="00313DE3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2342" w:type="pct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double" w:sz="6" w:space="0" w:color="808080"/>
            </w:tcBorders>
          </w:tcPr>
          <w:p w14:paraId="20F5059A" w14:textId="77777777" w:rsidR="00313DE3" w:rsidRPr="00D60EA9" w:rsidRDefault="00313DE3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A39108E" w14:textId="0CB94E11" w:rsidR="00D60EA9" w:rsidRPr="002073BA" w:rsidRDefault="00313DE3" w:rsidP="00313DE3">
      <w:pPr>
        <w:pStyle w:val="ListParagraph"/>
        <w:numPr>
          <w:ilvl w:val="0"/>
          <w:numId w:val="2"/>
        </w:numPr>
        <w:tabs>
          <w:tab w:val="left" w:pos="426"/>
        </w:tabs>
        <w:spacing w:before="120" w:after="120"/>
        <w:rPr>
          <w:rFonts w:ascii="Calibri" w:hAnsi="Calibri"/>
          <w:b/>
          <w:bCs/>
          <w:sz w:val="22"/>
          <w:szCs w:val="22"/>
          <w:lang w:val="sr-Cyrl-RS" w:eastAsia="de-DE"/>
        </w:rPr>
      </w:pPr>
      <w:r w:rsidRPr="002073BA">
        <w:rPr>
          <w:rFonts w:ascii="Calibri" w:hAnsi="Calibri"/>
          <w:b/>
          <w:bCs/>
          <w:sz w:val="22"/>
          <w:szCs w:val="22"/>
          <w:lang w:val="sr-Cyrl-RS" w:eastAsia="de-DE"/>
        </w:rPr>
        <w:t xml:space="preserve">Навести контакт податке три послодавца </w:t>
      </w:r>
    </w:p>
    <w:p w14:paraId="3E743F9D" w14:textId="310F8EA6" w:rsidR="00313DE3" w:rsidRPr="002073BA" w:rsidRDefault="00313DE3" w:rsidP="00313DE3">
      <w:pPr>
        <w:pStyle w:val="ListParagraph"/>
        <w:tabs>
          <w:tab w:val="left" w:pos="426"/>
          <w:tab w:val="left" w:pos="567"/>
        </w:tabs>
        <w:spacing w:before="120" w:after="120"/>
        <w:ind w:left="570"/>
        <w:rPr>
          <w:rFonts w:ascii="Calibri" w:hAnsi="Calibri"/>
          <w:b/>
          <w:bCs/>
          <w:sz w:val="22"/>
          <w:szCs w:val="22"/>
          <w:lang w:val="sr-Cyrl-RS" w:eastAsia="de-DE"/>
        </w:rPr>
      </w:pPr>
      <w:r w:rsidRPr="002073BA">
        <w:rPr>
          <w:rFonts w:ascii="Calibri" w:hAnsi="Calibri"/>
          <w:b/>
          <w:bCs/>
          <w:sz w:val="22"/>
          <w:szCs w:val="22"/>
          <w:lang w:val="sr-Cyrl-RS" w:eastAsia="de-DE"/>
        </w:rPr>
        <w:t>1.</w:t>
      </w:r>
    </w:p>
    <w:p w14:paraId="00AF5850" w14:textId="421A109A" w:rsidR="00313DE3" w:rsidRPr="002073BA" w:rsidRDefault="00313DE3" w:rsidP="00313DE3">
      <w:pPr>
        <w:pStyle w:val="ListParagraph"/>
        <w:tabs>
          <w:tab w:val="left" w:pos="426"/>
          <w:tab w:val="left" w:pos="567"/>
        </w:tabs>
        <w:spacing w:before="120" w:after="120"/>
        <w:ind w:left="570"/>
        <w:rPr>
          <w:rFonts w:ascii="Calibri" w:hAnsi="Calibri"/>
          <w:sz w:val="22"/>
          <w:szCs w:val="22"/>
          <w:lang w:val="sr-Cyrl-RS" w:eastAsia="de-DE"/>
        </w:rPr>
      </w:pPr>
      <w:r w:rsidRPr="002073BA">
        <w:rPr>
          <w:rFonts w:ascii="Calibri" w:hAnsi="Calibri"/>
          <w:sz w:val="22"/>
          <w:szCs w:val="22"/>
          <w:lang w:val="sr-Cyrl-RS" w:eastAsia="de-DE"/>
        </w:rPr>
        <w:t>2.</w:t>
      </w:r>
    </w:p>
    <w:p w14:paraId="5E53D4B8" w14:textId="1ABD5E05" w:rsidR="00313DE3" w:rsidRPr="002073BA" w:rsidRDefault="00313DE3" w:rsidP="00313DE3">
      <w:pPr>
        <w:pStyle w:val="ListParagraph"/>
        <w:tabs>
          <w:tab w:val="left" w:pos="426"/>
          <w:tab w:val="left" w:pos="567"/>
        </w:tabs>
        <w:spacing w:before="120" w:after="120"/>
        <w:ind w:left="570"/>
        <w:rPr>
          <w:rFonts w:ascii="Calibri" w:hAnsi="Calibri"/>
          <w:sz w:val="22"/>
          <w:szCs w:val="22"/>
          <w:lang w:val="sr-Cyrl-RS" w:eastAsia="de-DE"/>
        </w:rPr>
      </w:pPr>
      <w:r w:rsidRPr="002073BA">
        <w:rPr>
          <w:rFonts w:ascii="Calibri" w:hAnsi="Calibri"/>
          <w:sz w:val="22"/>
          <w:szCs w:val="22"/>
          <w:lang w:val="sr-Cyrl-RS" w:eastAsia="de-DE"/>
        </w:rPr>
        <w:t>3.</w:t>
      </w:r>
    </w:p>
    <w:p w14:paraId="0A3D03B6" w14:textId="77777777" w:rsidR="00D60EA9" w:rsidRPr="00C911E8" w:rsidRDefault="007471FA" w:rsidP="00C911E8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  <w:lang w:val="sr-Cyrl-RS"/>
        </w:rPr>
      </w:pPr>
      <w:r>
        <w:rPr>
          <w:rFonts w:ascii="Calibri" w:hAnsi="Calibri"/>
          <w:b/>
          <w:sz w:val="22"/>
          <w:szCs w:val="22"/>
          <w:lang w:val="sr-Cyrl-RS"/>
        </w:rPr>
        <w:t>Остале релевантне информације</w:t>
      </w:r>
      <w:r w:rsidR="00D60EA9" w:rsidRPr="00C911E8">
        <w:rPr>
          <w:rFonts w:ascii="Calibri" w:hAnsi="Calibri"/>
          <w:b/>
          <w:sz w:val="22"/>
          <w:szCs w:val="22"/>
          <w:lang w:val="sr-Cyrl-RS"/>
        </w:rPr>
        <w:t xml:space="preserve"> </w:t>
      </w:r>
      <w:r w:rsidR="00D60EA9" w:rsidRPr="00C911E8">
        <w:rPr>
          <w:rFonts w:ascii="Calibri" w:hAnsi="Calibri"/>
          <w:bCs/>
          <w:sz w:val="22"/>
          <w:szCs w:val="22"/>
          <w:lang w:val="sr-Cyrl-RS"/>
        </w:rPr>
        <w:t>(</w:t>
      </w:r>
      <w:r w:rsidRPr="00C911E8">
        <w:rPr>
          <w:rFonts w:ascii="Calibri" w:hAnsi="Calibri"/>
          <w:bCs/>
          <w:sz w:val="22"/>
          <w:szCs w:val="22"/>
          <w:lang w:val="sr-Cyrl-RS"/>
        </w:rPr>
        <w:t>нпр</w:t>
      </w:r>
      <w:r w:rsidR="00D60EA9" w:rsidRPr="00C911E8">
        <w:rPr>
          <w:rFonts w:ascii="Calibri" w:hAnsi="Calibri"/>
          <w:bCs/>
          <w:sz w:val="22"/>
          <w:szCs w:val="22"/>
          <w:lang w:val="sr-Cyrl-RS"/>
        </w:rPr>
        <w:t xml:space="preserve">. </w:t>
      </w:r>
      <w:r w:rsidRPr="00C911E8">
        <w:rPr>
          <w:rFonts w:ascii="Calibri" w:hAnsi="Calibri"/>
          <w:bCs/>
          <w:sz w:val="22"/>
          <w:szCs w:val="22"/>
          <w:lang w:val="sr-Cyrl-RS"/>
        </w:rPr>
        <w:t>публикације</w:t>
      </w:r>
      <w:r w:rsidR="00D60EA9" w:rsidRPr="00C911E8">
        <w:rPr>
          <w:rFonts w:ascii="Calibri" w:hAnsi="Calibri"/>
          <w:bCs/>
          <w:sz w:val="22"/>
          <w:szCs w:val="22"/>
          <w:lang w:val="sr-Cyrl-RS"/>
        </w:rPr>
        <w:t>)</w:t>
      </w:r>
    </w:p>
    <w:p w14:paraId="61C414B6" w14:textId="77777777" w:rsidR="005A2524" w:rsidRPr="00D60EA9" w:rsidRDefault="005A2524" w:rsidP="00D60EA9">
      <w:pPr>
        <w:pStyle w:val="ListParagraph"/>
        <w:tabs>
          <w:tab w:val="left" w:pos="426"/>
          <w:tab w:val="left" w:pos="567"/>
        </w:tabs>
        <w:spacing w:before="120" w:after="120"/>
        <w:ind w:left="0"/>
        <w:rPr>
          <w:rFonts w:ascii="Calibri" w:hAnsi="Calibri"/>
          <w:szCs w:val="20"/>
          <w:lang w:val="en-GB" w:eastAsia="de-DE"/>
        </w:rPr>
      </w:pPr>
    </w:p>
    <w:p w14:paraId="3A5B81C7" w14:textId="77777777" w:rsidR="00F60D31" w:rsidRDefault="00F60D31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638E8C34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6EA589B8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5FA14816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495751BA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35E72F54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010F6C6E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47BF734E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16B74BC9" w14:textId="77777777" w:rsidR="005A2524" w:rsidRPr="00D60EA9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10E311CC" w14:textId="77777777" w:rsidR="00F360C0" w:rsidRPr="00D60EA9" w:rsidRDefault="00F360C0" w:rsidP="005A2524">
      <w:pPr>
        <w:rPr>
          <w:rFonts w:ascii="Calibri" w:hAnsi="Calibri"/>
          <w:iCs/>
          <w:sz w:val="22"/>
          <w:szCs w:val="22"/>
        </w:rPr>
      </w:pPr>
    </w:p>
    <w:sectPr w:rsidR="00F360C0" w:rsidRPr="00D60EA9" w:rsidSect="00704A8B">
      <w:pgSz w:w="16838" w:h="11906" w:orient="landscape" w:code="9"/>
      <w:pgMar w:top="284" w:right="1134" w:bottom="1134" w:left="1701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9EC8" w14:textId="77777777" w:rsidR="00704A8B" w:rsidRDefault="00704A8B">
      <w:r>
        <w:separator/>
      </w:r>
    </w:p>
  </w:endnote>
  <w:endnote w:type="continuationSeparator" w:id="0">
    <w:p w14:paraId="2F7B4AB2" w14:textId="77777777" w:rsidR="00704A8B" w:rsidRDefault="0070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emiSans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 LT 47 LightC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A609" w14:textId="77777777" w:rsidR="00043C14" w:rsidRPr="00C278C2" w:rsidRDefault="00043C14" w:rsidP="00C278C2">
    <w:pPr>
      <w:pStyle w:val="Footer"/>
      <w:pBdr>
        <w:top w:val="single" w:sz="6" w:space="1" w:color="auto"/>
      </w:pBdr>
      <w:tabs>
        <w:tab w:val="clear" w:pos="9072"/>
        <w:tab w:val="right" w:pos="7938"/>
      </w:tabs>
      <w:rPr>
        <w:rFonts w:ascii="Frutiger LT 47 LightCn" w:hAnsi="Frutiger LT 47 LightCn"/>
        <w:sz w:val="20"/>
      </w:rPr>
    </w:pPr>
    <w:r w:rsidRPr="00C278C2">
      <w:rPr>
        <w:rFonts w:ascii="Frutiger LT 47 LightCn" w:hAnsi="Frutiger LT 47 LightCn"/>
        <w:sz w:val="20"/>
      </w:rPr>
      <w:t xml:space="preserve">CV </w:t>
    </w:r>
    <w:r w:rsidR="00A017FF">
      <w:rPr>
        <w:rFonts w:ascii="Frutiger LT 47 LightCn" w:hAnsi="Frutiger LT 47 LightCn"/>
        <w:sz w:val="20"/>
      </w:rPr>
      <w:t>–</w:t>
    </w:r>
    <w:r>
      <w:rPr>
        <w:rFonts w:ascii="Frutiger LT 47 LightCn" w:hAnsi="Frutiger LT 47 LightCn"/>
        <w:sz w:val="20"/>
      </w:rPr>
      <w:t xml:space="preserve"> </w:t>
    </w:r>
    <w:r w:rsidR="007471FA" w:rsidRPr="00A800D1">
      <w:rPr>
        <w:rFonts w:ascii="Calibri" w:hAnsi="Calibri"/>
        <w:sz w:val="20"/>
        <w:lang w:val="sr-Cyrl-RS"/>
      </w:rPr>
      <w:t>име и презиме</w:t>
    </w:r>
    <w:r w:rsidRPr="00C278C2">
      <w:rPr>
        <w:rFonts w:ascii="Frutiger LT 47 LightCn" w:hAnsi="Frutiger LT 47 LightCn"/>
        <w:sz w:val="20"/>
      </w:rPr>
      <w:tab/>
    </w:r>
    <w:r w:rsidRPr="00C278C2">
      <w:rPr>
        <w:rFonts w:ascii="Frutiger LT 47 LightCn" w:hAnsi="Frutiger LT 47 LightCn"/>
        <w:sz w:val="20"/>
      </w:rPr>
      <w:tab/>
    </w:r>
    <w:r w:rsidRPr="00C278C2">
      <w:rPr>
        <w:rStyle w:val="PageNumber"/>
        <w:rFonts w:ascii="Frutiger LT 47 LightCn" w:hAnsi="Frutiger LT 47 LightCn"/>
        <w:sz w:val="20"/>
      </w:rPr>
      <w:fldChar w:fldCharType="begin"/>
    </w:r>
    <w:r w:rsidRPr="00C278C2">
      <w:rPr>
        <w:rStyle w:val="PageNumber"/>
        <w:rFonts w:ascii="Frutiger LT 47 LightCn" w:hAnsi="Frutiger LT 47 LightCn"/>
        <w:sz w:val="20"/>
      </w:rPr>
      <w:instrText xml:space="preserve"> PAGE </w:instrText>
    </w:r>
    <w:r w:rsidRPr="00C278C2">
      <w:rPr>
        <w:rStyle w:val="PageNumber"/>
        <w:rFonts w:ascii="Frutiger LT 47 LightCn" w:hAnsi="Frutiger LT 47 LightCn"/>
        <w:sz w:val="20"/>
      </w:rPr>
      <w:fldChar w:fldCharType="separate"/>
    </w:r>
    <w:r w:rsidR="00D60EA9">
      <w:rPr>
        <w:rStyle w:val="PageNumber"/>
        <w:rFonts w:ascii="Frutiger LT 47 LightCn" w:hAnsi="Frutiger LT 47 LightCn"/>
        <w:noProof/>
        <w:sz w:val="20"/>
      </w:rPr>
      <w:t>2</w:t>
    </w:r>
    <w:r w:rsidRPr="00C278C2">
      <w:rPr>
        <w:rStyle w:val="PageNumber"/>
        <w:rFonts w:ascii="Frutiger LT 47 LightCn" w:hAnsi="Frutiger LT 47 LightC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99624" w14:textId="77777777" w:rsidR="00704A8B" w:rsidRDefault="00704A8B">
      <w:r>
        <w:separator/>
      </w:r>
    </w:p>
  </w:footnote>
  <w:footnote w:type="continuationSeparator" w:id="0">
    <w:p w14:paraId="78A161A5" w14:textId="77777777" w:rsidR="00704A8B" w:rsidRDefault="00704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82D4" w14:textId="77777777" w:rsidR="005A2524" w:rsidRPr="00A800D1" w:rsidRDefault="00644883" w:rsidP="00644883">
    <w:pPr>
      <w:pStyle w:val="Header"/>
      <w:jc w:val="center"/>
      <w:rPr>
        <w:rFonts w:ascii="Calibri" w:hAnsi="Calibri"/>
        <w:lang w:val="sr-Cyrl-RS"/>
      </w:rPr>
    </w:pPr>
    <w:r>
      <w:rPr>
        <w:rFonts w:ascii="Calibri" w:hAnsi="Calibri"/>
        <w:lang w:val="sr-Cyrl-RS"/>
      </w:rPr>
      <w:t xml:space="preserve">Прилог: </w:t>
    </w:r>
    <w:r w:rsidR="0050672D">
      <w:rPr>
        <w:rFonts w:ascii="Calibri" w:hAnsi="Calibri"/>
        <w:lang w:val="sr-Cyrl-RS"/>
      </w:rPr>
      <w:t>Модел</w:t>
    </w:r>
    <w:r w:rsidR="005A2524" w:rsidRPr="00A800D1">
      <w:rPr>
        <w:rFonts w:ascii="Calibri" w:hAnsi="Calibri"/>
        <w:lang w:val="sr-Cyrl-RS"/>
      </w:rPr>
      <w:t xml:space="preserve"> </w:t>
    </w:r>
    <w:r>
      <w:rPr>
        <w:rFonts w:ascii="Calibri" w:hAnsi="Calibri"/>
        <w:lang w:val="sr-Cyrl-RS"/>
      </w:rPr>
      <w:t xml:space="preserve">радне </w:t>
    </w:r>
    <w:r w:rsidR="005A2524" w:rsidRPr="00A800D1">
      <w:rPr>
        <w:rFonts w:ascii="Calibri" w:hAnsi="Calibri"/>
        <w:lang w:val="sr-Cyrl-RS"/>
      </w:rPr>
      <w:t>биографије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5135_"/>
      </v:shape>
    </w:pict>
  </w:numPicBullet>
  <w:numPicBullet w:numPicBulletId="1">
    <w:pict>
      <v:shape id="_x0000_i1027" type="#_x0000_t75" style="width:9pt;height:9pt" o:bullet="t">
        <v:imagedata r:id="rId2" o:title="BD14655_"/>
      </v:shape>
    </w:pict>
  </w:numPicBullet>
  <w:abstractNum w:abstractNumId="0" w15:restartNumberingAfterBreak="0">
    <w:nsid w:val="125D1A75"/>
    <w:multiLevelType w:val="hybridMultilevel"/>
    <w:tmpl w:val="BA284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2C91"/>
    <w:multiLevelType w:val="hybridMultilevel"/>
    <w:tmpl w:val="2ACC4AB6"/>
    <w:lvl w:ilvl="0" w:tplc="8BF0FA4E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  <w:sz w:val="22"/>
        <w:szCs w:val="22"/>
      </w:rPr>
    </w:lvl>
    <w:lvl w:ilvl="1" w:tplc="D132E7F6">
      <w:start w:val="1"/>
      <w:numFmt w:val="bullet"/>
      <w:lvlText w:val=""/>
      <w:lvlJc w:val="left"/>
      <w:pPr>
        <w:tabs>
          <w:tab w:val="num" w:pos="1287"/>
        </w:tabs>
        <w:ind w:left="1287" w:hanging="567"/>
      </w:pPr>
      <w:rPr>
        <w:rFonts w:ascii="Wingdings" w:hAnsi="Wingdings" w:hint="default"/>
        <w:b/>
        <w:color w:val="333399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30C1CD7"/>
    <w:multiLevelType w:val="hybridMultilevel"/>
    <w:tmpl w:val="514E9B96"/>
    <w:lvl w:ilvl="0" w:tplc="04090001">
      <w:start w:val="1"/>
      <w:numFmt w:val="bullet"/>
      <w:lvlText w:val=""/>
      <w:lvlJc w:val="left"/>
      <w:pPr>
        <w:tabs>
          <w:tab w:val="num" w:pos="570"/>
        </w:tabs>
        <w:ind w:left="570" w:hanging="570"/>
      </w:pPr>
      <w:rPr>
        <w:rFonts w:ascii="Symbol" w:hAnsi="Symbol" w:hint="default"/>
        <w:b/>
        <w:sz w:val="22"/>
        <w:szCs w:val="22"/>
      </w:rPr>
    </w:lvl>
    <w:lvl w:ilvl="1" w:tplc="D132E7F6">
      <w:start w:val="1"/>
      <w:numFmt w:val="bullet"/>
      <w:lvlText w:val=""/>
      <w:lvlJc w:val="left"/>
      <w:pPr>
        <w:tabs>
          <w:tab w:val="num" w:pos="1287"/>
        </w:tabs>
        <w:ind w:left="1287" w:hanging="567"/>
      </w:pPr>
      <w:rPr>
        <w:rFonts w:ascii="Wingdings" w:hAnsi="Wingdings" w:hint="default"/>
        <w:b/>
        <w:color w:val="333399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ECB19A8"/>
    <w:multiLevelType w:val="multilevel"/>
    <w:tmpl w:val="53F08162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89172045">
    <w:abstractNumId w:val="3"/>
  </w:num>
  <w:num w:numId="2" w16cid:durableId="930166793">
    <w:abstractNumId w:val="1"/>
  </w:num>
  <w:num w:numId="3" w16cid:durableId="1575895309">
    <w:abstractNumId w:val="2"/>
  </w:num>
  <w:num w:numId="4" w16cid:durableId="1314220735">
    <w:abstractNumId w:val="0"/>
  </w:num>
  <w:num w:numId="5" w16cid:durableId="18287887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8BF"/>
    <w:rsid w:val="00004C21"/>
    <w:rsid w:val="00015019"/>
    <w:rsid w:val="00017300"/>
    <w:rsid w:val="00021393"/>
    <w:rsid w:val="00024EB5"/>
    <w:rsid w:val="00035CDD"/>
    <w:rsid w:val="00035E80"/>
    <w:rsid w:val="00043C14"/>
    <w:rsid w:val="00052D20"/>
    <w:rsid w:val="00076549"/>
    <w:rsid w:val="00086C28"/>
    <w:rsid w:val="0009022B"/>
    <w:rsid w:val="00091622"/>
    <w:rsid w:val="000958BF"/>
    <w:rsid w:val="000971A2"/>
    <w:rsid w:val="000A16BF"/>
    <w:rsid w:val="000C0DB4"/>
    <w:rsid w:val="000D501C"/>
    <w:rsid w:val="000E1887"/>
    <w:rsid w:val="000F3AD0"/>
    <w:rsid w:val="001151F1"/>
    <w:rsid w:val="00147BC7"/>
    <w:rsid w:val="001507F0"/>
    <w:rsid w:val="00154BEF"/>
    <w:rsid w:val="00155502"/>
    <w:rsid w:val="0018765E"/>
    <w:rsid w:val="001B0768"/>
    <w:rsid w:val="001D317D"/>
    <w:rsid w:val="001E3FFA"/>
    <w:rsid w:val="001E4300"/>
    <w:rsid w:val="00202EC4"/>
    <w:rsid w:val="002073BA"/>
    <w:rsid w:val="00243A06"/>
    <w:rsid w:val="00251711"/>
    <w:rsid w:val="00254661"/>
    <w:rsid w:val="002847D2"/>
    <w:rsid w:val="00292914"/>
    <w:rsid w:val="002A6745"/>
    <w:rsid w:val="002C082E"/>
    <w:rsid w:val="002D1B1C"/>
    <w:rsid w:val="002D5FC2"/>
    <w:rsid w:val="002F64EB"/>
    <w:rsid w:val="00312F1F"/>
    <w:rsid w:val="00313DE3"/>
    <w:rsid w:val="0035139A"/>
    <w:rsid w:val="00354D64"/>
    <w:rsid w:val="00366375"/>
    <w:rsid w:val="003A5442"/>
    <w:rsid w:val="003C041A"/>
    <w:rsid w:val="003C5221"/>
    <w:rsid w:val="003C6783"/>
    <w:rsid w:val="003F07A4"/>
    <w:rsid w:val="003F1B00"/>
    <w:rsid w:val="003F359E"/>
    <w:rsid w:val="003F6163"/>
    <w:rsid w:val="0041178F"/>
    <w:rsid w:val="004308B3"/>
    <w:rsid w:val="004354E9"/>
    <w:rsid w:val="004A1732"/>
    <w:rsid w:val="004B0FEC"/>
    <w:rsid w:val="004B72A1"/>
    <w:rsid w:val="004B7A19"/>
    <w:rsid w:val="004C71D2"/>
    <w:rsid w:val="004E5AF3"/>
    <w:rsid w:val="004F7725"/>
    <w:rsid w:val="0050672D"/>
    <w:rsid w:val="005542CC"/>
    <w:rsid w:val="00597B90"/>
    <w:rsid w:val="005A2524"/>
    <w:rsid w:val="005A5E32"/>
    <w:rsid w:val="005B18AA"/>
    <w:rsid w:val="005B4C28"/>
    <w:rsid w:val="005C02DC"/>
    <w:rsid w:val="005F7AC5"/>
    <w:rsid w:val="00644883"/>
    <w:rsid w:val="006512F9"/>
    <w:rsid w:val="00684B60"/>
    <w:rsid w:val="006879A1"/>
    <w:rsid w:val="006906BC"/>
    <w:rsid w:val="00694089"/>
    <w:rsid w:val="00696B29"/>
    <w:rsid w:val="006A40FD"/>
    <w:rsid w:val="006B3B7C"/>
    <w:rsid w:val="006C6A8C"/>
    <w:rsid w:val="00704A8B"/>
    <w:rsid w:val="007235DB"/>
    <w:rsid w:val="00727BC0"/>
    <w:rsid w:val="00727D6C"/>
    <w:rsid w:val="00731016"/>
    <w:rsid w:val="0073660D"/>
    <w:rsid w:val="007471FA"/>
    <w:rsid w:val="00761749"/>
    <w:rsid w:val="007655ED"/>
    <w:rsid w:val="00785801"/>
    <w:rsid w:val="00787BCB"/>
    <w:rsid w:val="007A0717"/>
    <w:rsid w:val="007A55FF"/>
    <w:rsid w:val="007A63E3"/>
    <w:rsid w:val="007C316F"/>
    <w:rsid w:val="00811AB0"/>
    <w:rsid w:val="008135D9"/>
    <w:rsid w:val="008226B0"/>
    <w:rsid w:val="008268F5"/>
    <w:rsid w:val="00827485"/>
    <w:rsid w:val="00833B8B"/>
    <w:rsid w:val="00840042"/>
    <w:rsid w:val="00853C34"/>
    <w:rsid w:val="00865575"/>
    <w:rsid w:val="0086746B"/>
    <w:rsid w:val="008706F1"/>
    <w:rsid w:val="00881982"/>
    <w:rsid w:val="00884E7D"/>
    <w:rsid w:val="00886C09"/>
    <w:rsid w:val="00887265"/>
    <w:rsid w:val="008963C7"/>
    <w:rsid w:val="0089770A"/>
    <w:rsid w:val="008B461C"/>
    <w:rsid w:val="008C620F"/>
    <w:rsid w:val="008D7E10"/>
    <w:rsid w:val="008F423A"/>
    <w:rsid w:val="0090451B"/>
    <w:rsid w:val="00936C66"/>
    <w:rsid w:val="009425C9"/>
    <w:rsid w:val="009866ED"/>
    <w:rsid w:val="009A0C65"/>
    <w:rsid w:val="009A127D"/>
    <w:rsid w:val="009A22D6"/>
    <w:rsid w:val="009B4D7C"/>
    <w:rsid w:val="009B6565"/>
    <w:rsid w:val="009F4A5A"/>
    <w:rsid w:val="00A017FF"/>
    <w:rsid w:val="00A20B3A"/>
    <w:rsid w:val="00A264D0"/>
    <w:rsid w:val="00A443EB"/>
    <w:rsid w:val="00A50793"/>
    <w:rsid w:val="00A54F1A"/>
    <w:rsid w:val="00A619B0"/>
    <w:rsid w:val="00A62A73"/>
    <w:rsid w:val="00A6445F"/>
    <w:rsid w:val="00A73595"/>
    <w:rsid w:val="00A800D1"/>
    <w:rsid w:val="00A82F8E"/>
    <w:rsid w:val="00A831D8"/>
    <w:rsid w:val="00A934D4"/>
    <w:rsid w:val="00A96974"/>
    <w:rsid w:val="00AA288B"/>
    <w:rsid w:val="00AC3258"/>
    <w:rsid w:val="00AD52E0"/>
    <w:rsid w:val="00AD551E"/>
    <w:rsid w:val="00AD6C7E"/>
    <w:rsid w:val="00AE646D"/>
    <w:rsid w:val="00AF04E4"/>
    <w:rsid w:val="00B02E58"/>
    <w:rsid w:val="00B13712"/>
    <w:rsid w:val="00B20265"/>
    <w:rsid w:val="00B21A04"/>
    <w:rsid w:val="00B33EDC"/>
    <w:rsid w:val="00B406A1"/>
    <w:rsid w:val="00B47AF4"/>
    <w:rsid w:val="00B50A46"/>
    <w:rsid w:val="00B55D87"/>
    <w:rsid w:val="00B820B9"/>
    <w:rsid w:val="00B851E5"/>
    <w:rsid w:val="00BB3AD8"/>
    <w:rsid w:val="00BC27E0"/>
    <w:rsid w:val="00BC4127"/>
    <w:rsid w:val="00BD1091"/>
    <w:rsid w:val="00BD2C57"/>
    <w:rsid w:val="00C00F2E"/>
    <w:rsid w:val="00C049FB"/>
    <w:rsid w:val="00C278C2"/>
    <w:rsid w:val="00C36E27"/>
    <w:rsid w:val="00C426B4"/>
    <w:rsid w:val="00C4507B"/>
    <w:rsid w:val="00C54D3A"/>
    <w:rsid w:val="00C569AE"/>
    <w:rsid w:val="00C60CDD"/>
    <w:rsid w:val="00C81D7C"/>
    <w:rsid w:val="00C840DE"/>
    <w:rsid w:val="00C911E8"/>
    <w:rsid w:val="00C9319C"/>
    <w:rsid w:val="00C9329F"/>
    <w:rsid w:val="00CB5D72"/>
    <w:rsid w:val="00CD7184"/>
    <w:rsid w:val="00CE0C86"/>
    <w:rsid w:val="00CE3141"/>
    <w:rsid w:val="00CF22BB"/>
    <w:rsid w:val="00D00DD7"/>
    <w:rsid w:val="00D147A8"/>
    <w:rsid w:val="00D21171"/>
    <w:rsid w:val="00D2186C"/>
    <w:rsid w:val="00D25D0D"/>
    <w:rsid w:val="00D36EC6"/>
    <w:rsid w:val="00D452E1"/>
    <w:rsid w:val="00D47A0F"/>
    <w:rsid w:val="00D55223"/>
    <w:rsid w:val="00D60EA9"/>
    <w:rsid w:val="00D76B74"/>
    <w:rsid w:val="00D81FCF"/>
    <w:rsid w:val="00D84330"/>
    <w:rsid w:val="00D85057"/>
    <w:rsid w:val="00D91949"/>
    <w:rsid w:val="00D934BC"/>
    <w:rsid w:val="00DB1DC0"/>
    <w:rsid w:val="00DB68AE"/>
    <w:rsid w:val="00DC401A"/>
    <w:rsid w:val="00DD205B"/>
    <w:rsid w:val="00E17F02"/>
    <w:rsid w:val="00E23099"/>
    <w:rsid w:val="00E50580"/>
    <w:rsid w:val="00E60A2F"/>
    <w:rsid w:val="00E6633D"/>
    <w:rsid w:val="00E770E9"/>
    <w:rsid w:val="00E80EBB"/>
    <w:rsid w:val="00E81A06"/>
    <w:rsid w:val="00EA07A9"/>
    <w:rsid w:val="00EB59FE"/>
    <w:rsid w:val="00EC2BF3"/>
    <w:rsid w:val="00ED78BF"/>
    <w:rsid w:val="00F006EC"/>
    <w:rsid w:val="00F07858"/>
    <w:rsid w:val="00F11612"/>
    <w:rsid w:val="00F21B4D"/>
    <w:rsid w:val="00F21CAC"/>
    <w:rsid w:val="00F24FA8"/>
    <w:rsid w:val="00F360C0"/>
    <w:rsid w:val="00F412D7"/>
    <w:rsid w:val="00F51321"/>
    <w:rsid w:val="00F60D31"/>
    <w:rsid w:val="00F63672"/>
    <w:rsid w:val="00F75EC2"/>
    <w:rsid w:val="00FB1C9A"/>
    <w:rsid w:val="00FB57CA"/>
    <w:rsid w:val="00FC23B0"/>
    <w:rsid w:val="00FC4059"/>
    <w:rsid w:val="00FD1380"/>
    <w:rsid w:val="00FD3CE5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."/>
  <w:listSeparator w:val=","/>
  <w14:docId w14:val="3D3DDD80"/>
  <w15:chartTrackingRefBased/>
  <w15:docId w15:val="{4E41DD0D-D53E-4882-B364-0F0B33DA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78C2"/>
    <w:rPr>
      <w:rFonts w:ascii="RotisSemiSans" w:hAnsi="RotisSemiSans"/>
      <w:sz w:val="24"/>
      <w:lang w:val="en-GB" w:eastAsia="de-DE"/>
    </w:rPr>
  </w:style>
  <w:style w:type="paragraph" w:styleId="Heading1">
    <w:name w:val="heading 1"/>
    <w:basedOn w:val="Normal"/>
    <w:next w:val="fliesstext"/>
    <w:qFormat/>
    <w:rsid w:val="00C278C2"/>
    <w:pPr>
      <w:keepNext/>
      <w:numPr>
        <w:numId w:val="1"/>
      </w:numPr>
      <w:tabs>
        <w:tab w:val="left" w:pos="3119"/>
      </w:tabs>
      <w:spacing w:before="240" w:after="240"/>
      <w:outlineLvl w:val="0"/>
    </w:pPr>
    <w:rPr>
      <w:rFonts w:ascii="Univers" w:hAnsi="Univers"/>
      <w:kern w:val="28"/>
    </w:rPr>
  </w:style>
  <w:style w:type="paragraph" w:styleId="Heading2">
    <w:name w:val="heading 2"/>
    <w:basedOn w:val="Normal"/>
    <w:next w:val="Normal"/>
    <w:qFormat/>
    <w:rsid w:val="00C278C2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C278C2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C278C2"/>
    <w:pPr>
      <w:keepNext/>
      <w:numPr>
        <w:ilvl w:val="3"/>
        <w:numId w:val="1"/>
      </w:numPr>
      <w:spacing w:before="24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pPr>
      <w:spacing w:before="120" w:after="120"/>
    </w:pPr>
    <w:rPr>
      <w:rFonts w:ascii="Arial" w:hAnsi="Arial"/>
      <w:sz w:val="22"/>
    </w:rPr>
  </w:style>
  <w:style w:type="paragraph" w:styleId="Header">
    <w:name w:val="header"/>
    <w:basedOn w:val="Normal"/>
    <w:rsid w:val="00CE0C8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E0C86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Normal"/>
    <w:rsid w:val="00C278C2"/>
    <w:pPr>
      <w:ind w:left="567"/>
    </w:pPr>
    <w:rPr>
      <w:rFonts w:ascii="Univers" w:hAnsi="Univers"/>
    </w:rPr>
  </w:style>
  <w:style w:type="paragraph" w:styleId="BodyText">
    <w:name w:val="Body Text"/>
    <w:basedOn w:val="Normal"/>
    <w:rsid w:val="00C278C2"/>
    <w:pPr>
      <w:tabs>
        <w:tab w:val="left" w:pos="2835"/>
        <w:tab w:val="left" w:pos="5103"/>
      </w:tabs>
    </w:pPr>
    <w:rPr>
      <w:rFonts w:ascii="Arial" w:hAnsi="Arial"/>
      <w:sz w:val="22"/>
      <w:lang w:val="de-DE"/>
    </w:rPr>
  </w:style>
  <w:style w:type="character" w:styleId="PageNumber">
    <w:name w:val="page number"/>
    <w:basedOn w:val="DefaultParagraphFont"/>
    <w:rsid w:val="00C278C2"/>
  </w:style>
  <w:style w:type="paragraph" w:customStyle="1" w:styleId="normaltableau">
    <w:name w:val="normal_tableau"/>
    <w:basedOn w:val="Normal"/>
    <w:rsid w:val="00A017FF"/>
    <w:pPr>
      <w:spacing w:before="120" w:after="120"/>
      <w:jc w:val="both"/>
    </w:pPr>
    <w:rPr>
      <w:rFonts w:ascii="Optima" w:hAnsi="Optima"/>
      <w:sz w:val="22"/>
      <w:lang w:eastAsia="en-US"/>
    </w:rPr>
  </w:style>
  <w:style w:type="paragraph" w:styleId="BodyTextIndent">
    <w:name w:val="Body Text Indent"/>
    <w:basedOn w:val="Normal"/>
    <w:link w:val="BodyTextIndentChar"/>
    <w:rsid w:val="00A017FF"/>
    <w:pPr>
      <w:spacing w:after="120"/>
      <w:ind w:left="283"/>
      <w:jc w:val="both"/>
    </w:pPr>
    <w:rPr>
      <w:rFonts w:ascii="Times New Roman" w:hAnsi="Times New Roman"/>
      <w:lang w:eastAsia="en-US"/>
    </w:rPr>
  </w:style>
  <w:style w:type="character" w:customStyle="1" w:styleId="BodyTextIndentChar">
    <w:name w:val="Body Text Indent Char"/>
    <w:link w:val="BodyTextIndent"/>
    <w:rsid w:val="00A017FF"/>
    <w:rPr>
      <w:sz w:val="24"/>
      <w:lang w:val="en-GB" w:eastAsia="en-US"/>
    </w:rPr>
  </w:style>
  <w:style w:type="paragraph" w:customStyle="1" w:styleId="Text2">
    <w:name w:val="Text 2"/>
    <w:basedOn w:val="Normal"/>
    <w:rsid w:val="001507F0"/>
    <w:pPr>
      <w:tabs>
        <w:tab w:val="left" w:pos="2161"/>
      </w:tabs>
      <w:spacing w:after="240"/>
      <w:ind w:left="1202"/>
      <w:jc w:val="both"/>
    </w:pPr>
    <w:rPr>
      <w:rFonts w:ascii="Times New Roman" w:hAnsi="Times New Roman"/>
      <w:lang w:eastAsia="en-US"/>
    </w:rPr>
  </w:style>
  <w:style w:type="paragraph" w:customStyle="1" w:styleId="CVNormal-FirstLine">
    <w:name w:val="CV Normal - First Line"/>
    <w:basedOn w:val="Normal"/>
    <w:next w:val="Normal"/>
    <w:rsid w:val="004F7725"/>
    <w:pPr>
      <w:suppressAutoHyphens/>
      <w:spacing w:before="74"/>
      <w:ind w:left="113" w:right="113"/>
    </w:pPr>
    <w:rPr>
      <w:rFonts w:ascii="Arial Narrow" w:hAnsi="Arial Narrow"/>
      <w:sz w:val="20"/>
      <w:lang w:val="en-US" w:eastAsia="ar-SA"/>
    </w:rPr>
  </w:style>
  <w:style w:type="paragraph" w:customStyle="1" w:styleId="CVNormal">
    <w:name w:val="CV Normal"/>
    <w:basedOn w:val="Normal"/>
    <w:rsid w:val="004F7725"/>
    <w:pPr>
      <w:suppressAutoHyphens/>
      <w:ind w:left="113" w:right="113"/>
    </w:pPr>
    <w:rPr>
      <w:rFonts w:ascii="Arial Narrow" w:hAnsi="Arial Narrow"/>
      <w:sz w:val="20"/>
      <w:lang w:val="en-US" w:eastAsia="ar-SA"/>
    </w:rPr>
  </w:style>
  <w:style w:type="paragraph" w:customStyle="1" w:styleId="CVTitle">
    <w:name w:val="CV Title"/>
    <w:basedOn w:val="Normal"/>
    <w:rsid w:val="006B3B7C"/>
    <w:pPr>
      <w:suppressAutoHyphens/>
      <w:ind w:left="113" w:right="113"/>
      <w:jc w:val="right"/>
    </w:pPr>
    <w:rPr>
      <w:rFonts w:ascii="Arial Narrow" w:hAnsi="Arial Narrow"/>
      <w:b/>
      <w:bCs/>
      <w:spacing w:val="10"/>
      <w:sz w:val="28"/>
      <w:lang w:val="fr-FR" w:eastAsia="ar-SA"/>
    </w:rPr>
  </w:style>
  <w:style w:type="paragraph" w:styleId="CommentText">
    <w:name w:val="annotation text"/>
    <w:basedOn w:val="Normal"/>
    <w:link w:val="CommentTextChar"/>
    <w:uiPriority w:val="99"/>
    <w:unhideWhenUsed/>
    <w:rsid w:val="006B3B7C"/>
    <w:pPr>
      <w:suppressAutoHyphens/>
    </w:pPr>
    <w:rPr>
      <w:rFonts w:ascii="Arial Narrow" w:hAnsi="Arial Narrow"/>
      <w:sz w:val="20"/>
      <w:lang w:val="en-US" w:eastAsia="ar-SA"/>
    </w:rPr>
  </w:style>
  <w:style w:type="character" w:customStyle="1" w:styleId="CommentTextChar">
    <w:name w:val="Comment Text Char"/>
    <w:link w:val="CommentText"/>
    <w:uiPriority w:val="99"/>
    <w:rsid w:val="006B3B7C"/>
    <w:rPr>
      <w:rFonts w:ascii="Arial Narrow" w:hAnsi="Arial Narrow"/>
      <w:lang w:val="en-US" w:eastAsia="ar-SA"/>
    </w:rPr>
  </w:style>
  <w:style w:type="character" w:customStyle="1" w:styleId="apple-style-span">
    <w:name w:val="apple-style-span"/>
    <w:rsid w:val="006B3B7C"/>
  </w:style>
  <w:style w:type="character" w:customStyle="1" w:styleId="apple-converted-space">
    <w:name w:val="apple-converted-space"/>
    <w:rsid w:val="006B3B7C"/>
  </w:style>
  <w:style w:type="character" w:styleId="Emphasis">
    <w:name w:val="Emphasis"/>
    <w:uiPriority w:val="20"/>
    <w:qFormat/>
    <w:rsid w:val="006B3B7C"/>
    <w:rPr>
      <w:i/>
      <w:iCs/>
    </w:rPr>
  </w:style>
  <w:style w:type="character" w:styleId="Hyperlink">
    <w:name w:val="Hyperlink"/>
    <w:rsid w:val="00B820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D2C57"/>
    <w:rPr>
      <w:rFonts w:ascii="Tahoma" w:hAnsi="Tahoma"/>
      <w:noProof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BD2C57"/>
    <w:rPr>
      <w:rFonts w:ascii="Tahoma" w:hAnsi="Tahoma" w:cs="Tahoma"/>
      <w:noProof/>
      <w:sz w:val="16"/>
      <w:szCs w:val="16"/>
      <w:lang w:eastAsia="de-DE"/>
    </w:rPr>
  </w:style>
  <w:style w:type="paragraph" w:styleId="NormalWeb">
    <w:name w:val="Normal (Web)"/>
    <w:basedOn w:val="Normal"/>
    <w:uiPriority w:val="99"/>
    <w:unhideWhenUsed/>
    <w:rsid w:val="00F60D31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D60EA9"/>
    <w:pPr>
      <w:ind w:left="720"/>
      <w:contextualSpacing/>
    </w:pPr>
    <w:rPr>
      <w:rFonts w:ascii="Times New Roman" w:hAnsi="Times New Roman"/>
      <w:szCs w:val="24"/>
      <w:lang w:val="es-ES" w:eastAsia="es-ES"/>
    </w:rPr>
  </w:style>
  <w:style w:type="character" w:styleId="CommentReference">
    <w:name w:val="annotation reference"/>
    <w:rsid w:val="005A25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IAS\Acquisition\Templates\Donor%20Templates%20&amp;%20Guidelines\KfW\EoI\Curriculum%20Vitae_KfW_engl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77B114-E14E-4EFF-A68E-5E4DF144C9E1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2.xml><?xml version="1.0" encoding="utf-8"?>
<ds:datastoreItem xmlns:ds="http://schemas.openxmlformats.org/officeDocument/2006/customXml" ds:itemID="{FECE69FF-7DE3-4E02-97AC-9E7037D27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B38BF7-F33F-46A1-B21D-365EEED38C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Curriculum Vitae_KfW_engl_new</Template>
  <TotalTime>0</TotalTime>
  <Pages>2</Pages>
  <Words>142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Bankakademie e.V.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parisel</dc:creator>
  <cp:keywords/>
  <cp:lastModifiedBy>Maja Stojanovic Keric</cp:lastModifiedBy>
  <cp:revision>2</cp:revision>
  <cp:lastPrinted>2015-07-08T12:54:00Z</cp:lastPrinted>
  <dcterms:created xsi:type="dcterms:W3CDTF">2024-03-08T12:29:00Z</dcterms:created>
  <dcterms:modified xsi:type="dcterms:W3CDTF">2024-03-08T12:29:00Z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5b7">
    <vt:lpwstr/>
  </property>
</Properties>
</file>